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31773D03" w14:textId="77777777" w:rsidR="000C6534" w:rsidRPr="000C6534" w:rsidRDefault="000C6534" w:rsidP="000C6534">
      <w:pPr>
        <w:spacing w:after="0pt"/>
        <w:ind w:start="0pt"/>
        <w:jc w:val="center"/>
        <w:rPr>
          <w:b/>
          <w:bCs/>
          <w:iCs/>
          <w:lang w:val="ro-RO"/>
        </w:rPr>
      </w:pPr>
      <w:r w:rsidRPr="000C6534">
        <w:rPr>
          <w:b/>
          <w:bCs/>
          <w:iCs/>
          <w:lang w:val="ro-RO"/>
        </w:rPr>
        <w:t>RAPORT PRIVIND SITUAŢIA HIDROMETEOROLOGICĂ ŞI A CALITĂŢII MEDIULUI</w:t>
      </w:r>
    </w:p>
    <w:p w14:paraId="466C648C" w14:textId="77777777" w:rsidR="000C6534" w:rsidRPr="000C6534" w:rsidRDefault="000C6534" w:rsidP="000C6534">
      <w:pPr>
        <w:spacing w:after="0pt"/>
        <w:ind w:start="0pt"/>
        <w:jc w:val="center"/>
        <w:rPr>
          <w:b/>
          <w:lang w:val="ro-RO"/>
        </w:rPr>
      </w:pPr>
      <w:r w:rsidRPr="000C6534">
        <w:rPr>
          <w:b/>
          <w:lang w:val="ro-RO"/>
        </w:rPr>
        <w:t>în intervalul 08.08.2022, ora 08:00 – 09.08.2022, ora 08:00</w:t>
      </w:r>
    </w:p>
    <w:p w14:paraId="475A1B23" w14:textId="77777777" w:rsidR="000C6534" w:rsidRPr="000C6534" w:rsidRDefault="000C6534" w:rsidP="000C6534">
      <w:pPr>
        <w:spacing w:after="0pt"/>
        <w:ind w:start="0pt"/>
        <w:jc w:val="center"/>
        <w:rPr>
          <w:b/>
          <w:lang w:val="ro-RO"/>
        </w:rPr>
      </w:pPr>
    </w:p>
    <w:p w14:paraId="66CFE41B" w14:textId="77777777" w:rsidR="000C6534" w:rsidRPr="000C6534" w:rsidRDefault="000C6534" w:rsidP="000C6534">
      <w:pPr>
        <w:spacing w:after="0pt"/>
        <w:ind w:start="0pt"/>
        <w:rPr>
          <w:b/>
          <w:lang w:val="ro-RO"/>
        </w:rPr>
      </w:pPr>
    </w:p>
    <w:p w14:paraId="506ECA35" w14:textId="77777777" w:rsidR="000C6534" w:rsidRPr="000C6534" w:rsidRDefault="000C6534" w:rsidP="000C6534">
      <w:pPr>
        <w:numPr>
          <w:ilvl w:val="0"/>
          <w:numId w:val="1"/>
        </w:numPr>
        <w:spacing w:after="0pt"/>
        <w:rPr>
          <w:b/>
          <w:bCs/>
          <w:i/>
          <w:u w:val="single"/>
          <w:lang w:val="ro-RO"/>
        </w:rPr>
      </w:pPr>
      <w:r w:rsidRPr="000C6534">
        <w:rPr>
          <w:b/>
          <w:bCs/>
          <w:i/>
          <w:u w:val="single"/>
          <w:lang w:val="ro-RO"/>
        </w:rPr>
        <w:t>SITUAŢIA HIDROMETEOROLOGICĂ</w:t>
      </w:r>
    </w:p>
    <w:p w14:paraId="45502A65" w14:textId="77777777" w:rsidR="000C6534" w:rsidRPr="000C6534" w:rsidRDefault="000C6534" w:rsidP="000C6534">
      <w:pPr>
        <w:spacing w:after="0pt"/>
        <w:ind w:start="0pt"/>
        <w:rPr>
          <w:b/>
          <w:u w:val="single"/>
          <w:lang w:val="ro-RO"/>
        </w:rPr>
      </w:pPr>
      <w:r w:rsidRPr="000C6534">
        <w:rPr>
          <w:b/>
          <w:lang w:val="ro-RO"/>
        </w:rPr>
        <w:t xml:space="preserve">1. </w:t>
      </w:r>
      <w:r w:rsidRPr="000C6534">
        <w:rPr>
          <w:b/>
          <w:u w:val="single"/>
          <w:lang w:val="ro-RO"/>
        </w:rPr>
        <w:t>Situaţia şi prognoza hidrologică pe râurile interioare şi Dunăre din 09.08.2022, ora 07:00</w:t>
      </w:r>
    </w:p>
    <w:p w14:paraId="2F77480C" w14:textId="77777777" w:rsidR="000C6534" w:rsidRPr="000C6534" w:rsidRDefault="000C6534" w:rsidP="000C6534">
      <w:pPr>
        <w:spacing w:after="0pt"/>
        <w:ind w:start="0pt"/>
        <w:rPr>
          <w:lang w:val="ro-RO"/>
        </w:rPr>
      </w:pPr>
      <w:r w:rsidRPr="000C6534">
        <w:rPr>
          <w:b/>
          <w:lang w:val="ro-RO"/>
        </w:rPr>
        <w:t>Institutul Naţional de Hidrologie şi Gospodărire a Apelor</w:t>
      </w:r>
      <w:r w:rsidRPr="000C6534">
        <w:rPr>
          <w:lang w:val="ro-RO"/>
        </w:rPr>
        <w:t xml:space="preserve"> (I.N.H.G.A.) a emis în data de 08.08.2022, la ora 11:45, </w:t>
      </w:r>
      <w:r w:rsidRPr="000C6534">
        <w:rPr>
          <w:b/>
          <w:lang w:val="ro-RO"/>
        </w:rPr>
        <w:t>Atenţionarea Hidrologică nr. 44,</w:t>
      </w:r>
      <w:r w:rsidRPr="000C6534">
        <w:rPr>
          <w:lang w:val="ro-RO"/>
        </w:rPr>
        <w:t xml:space="preserve"> valabilă în intervalul </w:t>
      </w:r>
      <w:r w:rsidRPr="000C6534">
        <w:rPr>
          <w:i/>
          <w:lang w:val="ro-RO"/>
        </w:rPr>
        <w:t>08.08.2022 ora 16:00 – 10.08.2022 ora 14:00</w:t>
      </w:r>
      <w:r w:rsidRPr="000C6534">
        <w:rPr>
          <w:lang w:val="ro-RO"/>
        </w:rPr>
        <w:t xml:space="preserve">, vizând scurgeri importante pe versanţi, torenţi şi pâraie, viituri rapide pe râurile mici cu posibile efecte de inundaţii locale şi creşteri de debite şi niveluri pe unele râuri din bazinele hidrografice: </w:t>
      </w:r>
      <w:r w:rsidRPr="000C6534">
        <w:rPr>
          <w:i/>
          <w:lang w:val="ro-RO"/>
        </w:rPr>
        <w:t>Vişeu, Iza, Tur, Someş, Crişul Negru, Crişul Alb, Mureş, Bega, Timiş, Bârzava, Cerna, Jiu, Olt şi Argeş,</w:t>
      </w:r>
      <w:r w:rsidRPr="000C6534">
        <w:rPr>
          <w:lang w:val="ro-RO"/>
        </w:rPr>
        <w:t xml:space="preserve"> cu posibile depăşiri ale </w:t>
      </w:r>
      <w:r w:rsidRPr="000C6534">
        <w:rPr>
          <w:b/>
          <w:lang w:val="ro-RO"/>
        </w:rPr>
        <w:t xml:space="preserve">COTELOR DE ATENŢIE, </w:t>
      </w:r>
      <w:r w:rsidRPr="000C6534">
        <w:rPr>
          <w:lang w:val="ro-RO"/>
        </w:rPr>
        <w:t xml:space="preserve">astfel: </w:t>
      </w:r>
    </w:p>
    <w:p w14:paraId="0E13C8A8" w14:textId="77777777" w:rsidR="000C6534" w:rsidRPr="000C6534" w:rsidRDefault="000C6534" w:rsidP="000C6534">
      <w:pPr>
        <w:spacing w:after="0pt"/>
        <w:ind w:start="0pt"/>
        <w:rPr>
          <w:i/>
          <w:lang w:val="ro-RO"/>
        </w:rPr>
      </w:pPr>
      <w:r w:rsidRPr="000C6534">
        <w:rPr>
          <w:b/>
          <w:lang w:val="ro-RO"/>
        </w:rPr>
        <w:t>- COD GALBEN:</w:t>
      </w:r>
      <w:r w:rsidRPr="000C6534">
        <w:rPr>
          <w:lang w:val="ro-RO"/>
        </w:rPr>
        <w:t xml:space="preserve"> ,,</w:t>
      </w:r>
      <w:r w:rsidRPr="000C6534">
        <w:rPr>
          <w:i/>
          <w:lang w:val="ro-RO"/>
        </w:rPr>
        <w:t>În intervalul 08.08.2022 ora 16:00 – 10.08.2022 ora 14:00 pe râurile din bazinele hidrografice: Vişeu – bazin superior şi afluenţi bazin mijlociu şi inferior, Iza – bazin superior şi afluenţi bazin mijlociu şi inferior (judeţul Maramureş), Tur – bazin superior şi afluenţi bazin mijlociu şi inferior (judeţul Satu Mare), Lăpuş – bazin superior şi afluenţi bazin mijlociu şi inferior (judeţul Maramureş), Someşul Mare – bazin superior şi afluenţi bazin mijlociu şi inferior (judeţul Bistriţa Năsăud), Someşul Mic – bazin superior şi afluenţi bazin mijlociu şi inferior (judeţele: Bihor şi Cluj), Someş – afluenţii mici aferenţi sectorului aval SH Dej (judeţele: Cluj, Sălaj, Maramureş şi Satu Mare), Crişul Negru – bazin superior şi afluenţi bazin mijlociu şi inferior (judeţele: Bihor şi Arad), Crişul Alb – bazin superior şi afluenţi bazin mijlociu şi inferior (judeţele: Hunedoara şi Arad), Arieş – bazin superior şi afluenţi bazin mijlociu şi inferior (judeţele: Alba şi Cluj), Mureş – afluenţii aferenţi sectorului aval confluenţă cu râul Târnava (judeţele: Alba, Sibiu, Hunedoara şi Arad), Bega – bazin amonte S.H. Făget şi afluenţii aferenţi sectorului aval S.H. Făget – amonte S.H. Remetea (judeţele: Timiş şi Arad), Timiş – bazin amonte S.H. Sadova şi afluenţii aferenţi sectorului aval S.H. Sadova – amonte S.H. Şag, Bârzava – bazin amonte S.H. Moniom şi afluenţii aferenţi sectorului aval S.H. Moniom – amonte S.H. Gătaia (judeţele: Caraş Severin şi Timiş), Cerna – bazin superior şi afluenţi bazin mijlociu şi inferior (judeţele: Gorj şi Caraş Severin), Jiu – bazin amonte S.H. Sadu şi afluenţii aferenţi sectorului aval S.H. Sadu – amonte S.H. Rovinari, Gilort – bazin superior şi afluenţi bazin mijlociu şi inferior, Motru – bazin superior şi afluenţi bazin mijlociu şi inferior (judeţele: Hunedoara, Gorj şi Mehedinţi), Olt – afluenţii aferenţi sectorului aval S.H. Sebeş Olt – amonte Ac. Ioneşti (judeţele: Sibiu, Vâlcea şi Argeş), Olteţ – bazin superior (judeţele: Gorj şi Vâlcea), Argeş – bazin superior şi Dâmboviţa – bazin superior (judeţele: Argeş şi Dâmboviţa).”</w:t>
      </w:r>
    </w:p>
    <w:p w14:paraId="280595C5" w14:textId="77777777" w:rsidR="000C6534" w:rsidRPr="000C6534" w:rsidRDefault="000C6534" w:rsidP="000C6534">
      <w:pPr>
        <w:spacing w:after="0pt"/>
        <w:ind w:start="0pt"/>
        <w:rPr>
          <w:lang w:val="ro-RO"/>
        </w:rPr>
      </w:pPr>
      <w:r w:rsidRPr="000C6534">
        <w:rPr>
          <w:lang w:val="ro-RO"/>
        </w:rPr>
        <w:t xml:space="preserve">Această </w:t>
      </w:r>
      <w:r w:rsidRPr="000C6534">
        <w:rPr>
          <w:b/>
          <w:lang w:val="ro-RO"/>
        </w:rPr>
        <w:t xml:space="preserve">Atenţionare Hidrologică </w:t>
      </w:r>
      <w:r w:rsidRPr="000C6534">
        <w:rPr>
          <w:lang w:val="ro-RO"/>
        </w:rPr>
        <w:t xml:space="preserve">a fost transmisă de către Centrul Operativ pentru Situaţii de Urgenţă al Ministerului Mediului, 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14:paraId="794F7E01" w14:textId="77777777" w:rsidR="000C6534" w:rsidRPr="000C6534" w:rsidRDefault="000C6534" w:rsidP="000C6534">
      <w:pPr>
        <w:spacing w:after="0pt"/>
        <w:ind w:start="0pt"/>
        <w:rPr>
          <w:b/>
          <w:u w:val="single"/>
          <w:lang w:val="ro-RO"/>
        </w:rPr>
      </w:pPr>
      <w:r w:rsidRPr="000C6534">
        <w:rPr>
          <w:lang w:val="ro-RO"/>
        </w:rPr>
        <w:t>- către prefecturile județelor:</w:t>
      </w:r>
      <w:r w:rsidRPr="000C6534">
        <w:rPr>
          <w:i/>
          <w:lang w:val="ro-RO"/>
        </w:rPr>
        <w:t xml:space="preserve"> ALBA, ARAD, ARGEŞ, BIHOR, BISTRIŢA-NĂSĂUD, CARAŞ-SEVERIN, CLUJ, DÂMBOVIŢA, GORJ, HUNEDOARA, MARAMUREŞ, MEHEDINŢI, SATU MARE, SĂLAJ, SIBIU, TIMIŞ şi VÂLCEA (17 prefecturi) - COD GALBEN</w:t>
      </w:r>
    </w:p>
    <w:p w14:paraId="79A1EB97" w14:textId="77777777" w:rsidR="000C6534" w:rsidRPr="000C6534" w:rsidRDefault="000C6534" w:rsidP="000C6534">
      <w:pPr>
        <w:spacing w:after="0pt"/>
        <w:ind w:start="0pt"/>
        <w:rPr>
          <w:b/>
          <w:u w:val="single"/>
          <w:lang w:val="ro-RO"/>
        </w:rPr>
      </w:pPr>
    </w:p>
    <w:p w14:paraId="53D7EA2E" w14:textId="77777777" w:rsidR="000C6534" w:rsidRPr="000C6534" w:rsidRDefault="000C6534" w:rsidP="000C6534">
      <w:pPr>
        <w:spacing w:after="0pt"/>
        <w:ind w:start="0pt"/>
        <w:rPr>
          <w:b/>
          <w:u w:val="single"/>
          <w:lang w:val="ro-RO"/>
        </w:rPr>
      </w:pPr>
      <w:r w:rsidRPr="000C6534">
        <w:rPr>
          <w:b/>
          <w:u w:val="single"/>
          <w:lang w:val="ro-RO"/>
        </w:rPr>
        <w:t>RÂURI</w:t>
      </w:r>
    </w:p>
    <w:p w14:paraId="1D3FB6F6" w14:textId="77777777" w:rsidR="000C6534" w:rsidRPr="000C6534" w:rsidRDefault="000C6534" w:rsidP="000C6534">
      <w:pPr>
        <w:spacing w:after="0pt"/>
        <w:ind w:start="0pt"/>
        <w:rPr>
          <w:lang w:val="ro-RO"/>
        </w:rPr>
      </w:pPr>
      <w:r w:rsidRPr="000C6534">
        <w:rPr>
          <w:b/>
          <w:lang w:val="ro-RO"/>
        </w:rPr>
        <w:t>Debitele au fost, în general, staționare,</w:t>
      </w:r>
      <w:r w:rsidRPr="000C6534">
        <w:rPr>
          <w:lang w:val="ro-RO"/>
        </w:rPr>
        <w:t xml:space="preserve"> exceptând râurile din bazinele hidrografice: Timiș, Bârzava, Moravița, Caraș, Nera şi Cerna, unde au fost în creștere ca urmare a precipitațiilor căzute în interval și propagării. </w:t>
      </w:r>
    </w:p>
    <w:p w14:paraId="305AC373" w14:textId="77777777" w:rsidR="000C6534" w:rsidRPr="000C6534" w:rsidRDefault="000C6534" w:rsidP="000C6534">
      <w:pPr>
        <w:spacing w:after="0pt"/>
        <w:ind w:start="0pt"/>
        <w:rPr>
          <w:lang w:val="ro-RO"/>
        </w:rPr>
      </w:pPr>
      <w:r w:rsidRPr="000C6534">
        <w:rPr>
          <w:lang w:val="ro-RO"/>
        </w:rPr>
        <w:t>Pe cursul inferior al Mureșului, debitele au fost în scădere.</w:t>
      </w:r>
    </w:p>
    <w:p w14:paraId="2508E294" w14:textId="77777777" w:rsidR="000C6534" w:rsidRPr="000C6534" w:rsidRDefault="000C6534" w:rsidP="000C6534">
      <w:pPr>
        <w:spacing w:after="0pt"/>
        <w:ind w:start="0pt"/>
        <w:rPr>
          <w:lang w:val="ro-RO"/>
        </w:rPr>
      </w:pPr>
      <w:r w:rsidRPr="000C6534">
        <w:rPr>
          <w:lang w:val="ro-RO"/>
        </w:rPr>
        <w:t xml:space="preserve">Scurgeri importante pe versanți, torenți, pâraie, formarea de viituri rapide cu efecte de inundații locale și creșteri mai importante de niveluri și debite s-au produs pe unele râuri mici din Maramureș, Transilvania, Banat și Crișana, ca urmare a precipitațiilor înregistrate sub formă de aversă și cu caracter torențial, izolat mai însemnate cantitativ. </w:t>
      </w:r>
    </w:p>
    <w:p w14:paraId="60E90C66" w14:textId="77777777" w:rsidR="000C6534" w:rsidRPr="000C6534" w:rsidRDefault="000C6534" w:rsidP="000C6534">
      <w:pPr>
        <w:spacing w:after="0pt"/>
        <w:ind w:start="0pt"/>
        <w:rPr>
          <w:lang w:val="ro-RO"/>
        </w:rPr>
      </w:pPr>
      <w:r w:rsidRPr="000C6534">
        <w:rPr>
          <w:lang w:val="ro-RO"/>
        </w:rPr>
        <w:t>Debitele medii zilnice se situează în general la valori sub mediile multianuale lunare, cu coeficienţi moduli cuprinşi între 30-80% din normalele lunare, mai mici (sub 30% din mediile multianuale lunare) pe râurile din bazinele: Tur, Lăpuș, Crasna, Barcău, Crișuri, Arieș, Târnava Mare, Timiş, Bârzava, Moravița, Caraș, Nera, Amaradia, Suceava, Moldova, Bârlad, cursul Tazlăului, cursul superior al Siretului, unii afluenți din bazinul mijlociu și inferior al Oltului și din bazinul superior al Argeșului.</w:t>
      </w:r>
    </w:p>
    <w:p w14:paraId="678D8D94" w14:textId="77777777" w:rsidR="000C6534" w:rsidRPr="000C6534" w:rsidRDefault="000C6534" w:rsidP="000C6534">
      <w:pPr>
        <w:spacing w:after="0pt"/>
        <w:ind w:start="0pt"/>
        <w:rPr>
          <w:lang w:val="ro-RO"/>
        </w:rPr>
      </w:pPr>
      <w:r w:rsidRPr="000C6534">
        <w:rPr>
          <w:lang w:val="ro-RO"/>
        </w:rPr>
        <w:t xml:space="preserve">În interval a fost emisă o </w:t>
      </w:r>
      <w:r w:rsidRPr="000C6534">
        <w:rPr>
          <w:b/>
          <w:lang w:val="ro-RO"/>
        </w:rPr>
        <w:t>AVERTIZARE HIDROLOGICĂ</w:t>
      </w:r>
      <w:r w:rsidRPr="000C6534">
        <w:rPr>
          <w:lang w:val="ro-RO"/>
        </w:rPr>
        <w:t xml:space="preserve"> pentru fenomene imediate și cinci </w:t>
      </w:r>
      <w:r w:rsidRPr="000C6534">
        <w:rPr>
          <w:b/>
          <w:lang w:val="ro-RO"/>
        </w:rPr>
        <w:t>ATENȚIONĂRI HIDROLOGICE</w:t>
      </w:r>
      <w:r w:rsidRPr="000C6534">
        <w:rPr>
          <w:lang w:val="ro-RO"/>
        </w:rPr>
        <w:t xml:space="preserve"> pentru fenomene imediate.</w:t>
      </w:r>
    </w:p>
    <w:p w14:paraId="3C7D4F84" w14:textId="77777777" w:rsidR="000C6534" w:rsidRPr="000C6534" w:rsidRDefault="000C6534" w:rsidP="000C6534">
      <w:pPr>
        <w:spacing w:after="0pt"/>
        <w:ind w:start="0pt"/>
        <w:rPr>
          <w:lang w:val="ro-RO"/>
        </w:rPr>
      </w:pPr>
      <w:r w:rsidRPr="000C6534">
        <w:rPr>
          <w:lang w:val="ro-RO"/>
        </w:rPr>
        <w:t xml:space="preserve">În interval s-a situat peste </w:t>
      </w:r>
      <w:r w:rsidRPr="000C6534">
        <w:rPr>
          <w:b/>
          <w:lang w:val="ro-RO"/>
        </w:rPr>
        <w:t>COTA DE ATENȚIE</w:t>
      </w:r>
      <w:r w:rsidRPr="000C6534">
        <w:rPr>
          <w:lang w:val="ro-RO"/>
        </w:rPr>
        <w:t xml:space="preserve"> râul Sălăuța la stația hidrometrică Romuli (80+20)-jud. BN.</w:t>
      </w:r>
    </w:p>
    <w:p w14:paraId="2E60523F" w14:textId="77777777" w:rsidR="000C6534" w:rsidRPr="000C6534" w:rsidRDefault="000C6534" w:rsidP="000C6534">
      <w:pPr>
        <w:spacing w:after="0pt"/>
        <w:ind w:start="0pt"/>
        <w:rPr>
          <w:lang w:val="ro-RO"/>
        </w:rPr>
      </w:pPr>
      <w:r w:rsidRPr="000C6534">
        <w:rPr>
          <w:lang w:val="ro-RO"/>
        </w:rPr>
        <w:t xml:space="preserve">Este în vigoare </w:t>
      </w:r>
      <w:r w:rsidRPr="000C6534">
        <w:rPr>
          <w:b/>
          <w:lang w:val="ro-RO"/>
        </w:rPr>
        <w:t>ATENȚIONAREA HIDROLOGICĂ nr. 44</w:t>
      </w:r>
      <w:r w:rsidRPr="000C6534">
        <w:rPr>
          <w:lang w:val="ro-RO"/>
        </w:rPr>
        <w:t xml:space="preserve"> din 08.08.2022.</w:t>
      </w:r>
    </w:p>
    <w:p w14:paraId="404005D1" w14:textId="77777777" w:rsidR="000C6534" w:rsidRPr="000C6534" w:rsidRDefault="000C6534" w:rsidP="000C6534">
      <w:pPr>
        <w:spacing w:after="0pt"/>
        <w:ind w:start="0pt"/>
        <w:rPr>
          <w:lang w:val="ro-RO"/>
        </w:rPr>
      </w:pPr>
      <w:r w:rsidRPr="000C6534">
        <w:rPr>
          <w:b/>
          <w:lang w:val="ro-RO"/>
        </w:rPr>
        <w:t>Debitele vor fi, în general, staționare</w:t>
      </w:r>
      <w:r w:rsidRPr="000C6534">
        <w:rPr>
          <w:lang w:val="ro-RO"/>
        </w:rPr>
        <w:t xml:space="preserve">, exceptând râurile din bazinele hidrografice: Vișeu, Iza, Tur, Someșul Mare, Someșul Mic, Bega, Timiș, Bârzava, Moravița, Caraș, Nera, Cerna, bazinele superioare ale Crișurilor și Bistriței, unde vor fi în creștere ca urmare a precipitațiilor prognozate și propagării. </w:t>
      </w:r>
    </w:p>
    <w:p w14:paraId="732BEEFA" w14:textId="77777777" w:rsidR="000C6534" w:rsidRPr="000C6534" w:rsidRDefault="000C6534" w:rsidP="000C6534">
      <w:pPr>
        <w:spacing w:after="0pt"/>
        <w:ind w:start="0pt"/>
        <w:rPr>
          <w:lang w:val="ro-RO"/>
        </w:rPr>
      </w:pPr>
      <w:r w:rsidRPr="000C6534">
        <w:rPr>
          <w:lang w:val="ro-RO"/>
        </w:rPr>
        <w:t>Pe cursul inferior al Mureșului, debitele vor fi în scădere.</w:t>
      </w:r>
    </w:p>
    <w:p w14:paraId="777BD4AB" w14:textId="77777777" w:rsidR="000C6534" w:rsidRPr="000C6534" w:rsidRDefault="000C6534" w:rsidP="000C6534">
      <w:pPr>
        <w:spacing w:after="0pt"/>
        <w:ind w:start="0pt"/>
        <w:rPr>
          <w:lang w:val="ro-RO"/>
        </w:rPr>
      </w:pPr>
      <w:r w:rsidRPr="000C6534">
        <w:rPr>
          <w:lang w:val="ro-RO"/>
        </w:rPr>
        <w:t>Sunt posibile scurgeri importante pe versanți, torenți și pâraie, viituri rapide cu posibile efecte de inundații locale și creșteri mai importante de debite și niveluri și pe alte râuri din zonele de deal și munte, mai ales pe cele din nordul, centrul și estul țării, ca urmare a precipitațiilor prognozate, sub formă de aversă, cu caracter torențial și propagării.</w:t>
      </w:r>
    </w:p>
    <w:p w14:paraId="649A9B08" w14:textId="77777777" w:rsidR="000C6534" w:rsidRPr="000C6534" w:rsidRDefault="000C6534" w:rsidP="000C6534">
      <w:pPr>
        <w:spacing w:after="0pt"/>
        <w:ind w:start="0pt"/>
        <w:rPr>
          <w:lang w:val="ro-RO"/>
        </w:rPr>
      </w:pPr>
      <w:r w:rsidRPr="000C6534">
        <w:rPr>
          <w:lang w:val="ro-RO"/>
        </w:rPr>
        <w:t xml:space="preserve">Se menține în vigoare </w:t>
      </w:r>
      <w:r w:rsidRPr="000C6534">
        <w:rPr>
          <w:b/>
          <w:lang w:val="ro-RO"/>
        </w:rPr>
        <w:t>ATENȚIONAREA HIDROLOGICĂ nr. 44</w:t>
      </w:r>
      <w:r w:rsidRPr="000C6534">
        <w:rPr>
          <w:lang w:val="ro-RO"/>
        </w:rPr>
        <w:t xml:space="preserve"> din 08.08.2022.</w:t>
      </w:r>
    </w:p>
    <w:p w14:paraId="1A3A65F0" w14:textId="77777777" w:rsidR="000C6534" w:rsidRPr="000C6534" w:rsidRDefault="000C6534" w:rsidP="000C6534">
      <w:pPr>
        <w:spacing w:after="0pt"/>
        <w:ind w:start="0pt"/>
        <w:rPr>
          <w:lang w:val="ro-RO"/>
        </w:rPr>
      </w:pPr>
    </w:p>
    <w:p w14:paraId="4D656E78" w14:textId="77777777" w:rsidR="000C6534" w:rsidRPr="000C6534" w:rsidRDefault="000C6534" w:rsidP="000C6534">
      <w:pPr>
        <w:spacing w:after="0pt"/>
        <w:ind w:start="0pt"/>
        <w:rPr>
          <w:b/>
          <w:u w:val="single"/>
          <w:lang w:val="ro-RO"/>
        </w:rPr>
      </w:pPr>
      <w:r w:rsidRPr="000C6534">
        <w:rPr>
          <w:b/>
          <w:u w:val="single"/>
          <w:lang w:val="ro-RO"/>
        </w:rPr>
        <w:t>DUNĂRE</w:t>
      </w:r>
    </w:p>
    <w:p w14:paraId="474BD9F8" w14:textId="77777777" w:rsidR="000C6534" w:rsidRPr="000C6534" w:rsidRDefault="000C6534" w:rsidP="000C6534">
      <w:pPr>
        <w:spacing w:after="0pt"/>
        <w:ind w:start="0pt"/>
        <w:rPr>
          <w:bCs/>
          <w:lang w:val="ro-RO"/>
        </w:rPr>
      </w:pPr>
      <w:r w:rsidRPr="000C6534">
        <w:rPr>
          <w:b/>
          <w:bCs/>
          <w:lang w:val="ro-RO"/>
        </w:rPr>
        <w:t>Debitul la intrarea în țară (secțiunea Baziaș) în intervalul 08.08.2022 – 09.08.2022 a fost în scădere, având valoarea de 1950 m</w:t>
      </w:r>
      <w:r w:rsidRPr="000C6534">
        <w:rPr>
          <w:b/>
          <w:bCs/>
          <w:vertAlign w:val="superscript"/>
          <w:lang w:val="ro-RO"/>
        </w:rPr>
        <w:t>3</w:t>
      </w:r>
      <w:r w:rsidRPr="000C6534">
        <w:rPr>
          <w:b/>
          <w:bCs/>
          <w:lang w:val="ro-RO"/>
        </w:rPr>
        <w:t>/s</w:t>
      </w:r>
      <w:r w:rsidRPr="000C6534">
        <w:rPr>
          <w:bCs/>
          <w:lang w:val="ro-RO"/>
        </w:rPr>
        <w:t>, sub media multianuală a lunii august (4300 m</w:t>
      </w:r>
      <w:r w:rsidRPr="000C6534">
        <w:rPr>
          <w:bCs/>
          <w:vertAlign w:val="superscript"/>
          <w:lang w:val="ro-RO"/>
        </w:rPr>
        <w:t>3</w:t>
      </w:r>
      <w:r w:rsidRPr="000C6534">
        <w:rPr>
          <w:bCs/>
          <w:lang w:val="ro-RO"/>
        </w:rPr>
        <w:t>/s).</w:t>
      </w:r>
    </w:p>
    <w:p w14:paraId="43F5D9E8" w14:textId="77777777" w:rsidR="000C6534" w:rsidRPr="000C6534" w:rsidRDefault="000C6534" w:rsidP="000C6534">
      <w:pPr>
        <w:spacing w:after="0pt"/>
        <w:ind w:start="0pt"/>
        <w:rPr>
          <w:bCs/>
          <w:lang w:val="ro-RO"/>
        </w:rPr>
      </w:pPr>
      <w:r w:rsidRPr="000C6534">
        <w:rPr>
          <w:bCs/>
          <w:lang w:val="ro-RO"/>
        </w:rPr>
        <w:t>În aval de Porţile de Fier debitele au fost în scădere la Gruia și pe sectorul Isaccea – Tulcea și în creștere pe sectorul Calafat – Galați.</w:t>
      </w:r>
    </w:p>
    <w:p w14:paraId="49B578D1" w14:textId="77777777" w:rsidR="000C6534" w:rsidRPr="000C6534" w:rsidRDefault="000C6534" w:rsidP="000C6534">
      <w:pPr>
        <w:spacing w:after="0pt"/>
        <w:ind w:start="0pt"/>
        <w:rPr>
          <w:b/>
          <w:bCs/>
          <w:lang w:val="ro-RO"/>
        </w:rPr>
      </w:pPr>
      <w:r w:rsidRPr="000C6534">
        <w:rPr>
          <w:b/>
          <w:bCs/>
          <w:lang w:val="ro-RO"/>
        </w:rPr>
        <w:t>Debitul la intrarea în țară (secțiunea Baziaș) va fi staţionar (1950 m</w:t>
      </w:r>
      <w:r w:rsidRPr="000C6534">
        <w:rPr>
          <w:b/>
          <w:bCs/>
          <w:vertAlign w:val="superscript"/>
          <w:lang w:val="ro-RO"/>
        </w:rPr>
        <w:t>3</w:t>
      </w:r>
      <w:r w:rsidRPr="000C6534">
        <w:rPr>
          <w:b/>
          <w:bCs/>
          <w:lang w:val="ro-RO"/>
        </w:rPr>
        <w:t>/s).</w:t>
      </w:r>
    </w:p>
    <w:p w14:paraId="51E8B41B" w14:textId="77777777" w:rsidR="000C6534" w:rsidRPr="000C6534" w:rsidRDefault="000C6534" w:rsidP="000C6534">
      <w:pPr>
        <w:spacing w:after="0pt"/>
        <w:ind w:start="0pt"/>
        <w:rPr>
          <w:bCs/>
          <w:lang w:val="ro-RO"/>
        </w:rPr>
      </w:pPr>
      <w:r w:rsidRPr="000C6534">
        <w:rPr>
          <w:bCs/>
          <w:lang w:val="ro-RO"/>
        </w:rPr>
        <w:t>În aval de Porțile de Fier debitele vor fi în scădere pe sectorul Gruia – Calafat, în creştere pe sectorul Bechet – Isaccea şi staţionare la Tulcea.</w:t>
      </w:r>
    </w:p>
    <w:p w14:paraId="675242E7" w14:textId="77777777" w:rsidR="000C6534" w:rsidRPr="000C6534" w:rsidRDefault="000C6534" w:rsidP="000C6534">
      <w:pPr>
        <w:spacing w:after="0pt"/>
        <w:ind w:start="0pt"/>
        <w:rPr>
          <w:bCs/>
          <w:lang w:val="ro-RO"/>
        </w:rPr>
      </w:pPr>
    </w:p>
    <w:p w14:paraId="59DD829D" w14:textId="77777777" w:rsidR="000C6534" w:rsidRPr="000C6534" w:rsidRDefault="000C6534" w:rsidP="000C6534">
      <w:pPr>
        <w:spacing w:after="0pt"/>
        <w:ind w:start="0pt"/>
        <w:rPr>
          <w:bCs/>
          <w:lang w:val="ro-RO"/>
        </w:rPr>
      </w:pPr>
    </w:p>
    <w:p w14:paraId="21E8B40D" w14:textId="77777777" w:rsidR="000C6534" w:rsidRPr="000C6534" w:rsidRDefault="000C6534" w:rsidP="000C6534">
      <w:pPr>
        <w:spacing w:after="0pt"/>
        <w:ind w:start="0pt"/>
        <w:rPr>
          <w:b/>
          <w:u w:val="single"/>
          <w:lang w:val="ro-RO"/>
        </w:rPr>
      </w:pPr>
      <w:r w:rsidRPr="000C6534">
        <w:rPr>
          <w:b/>
          <w:lang w:val="ro-RO"/>
        </w:rPr>
        <w:t>2.</w:t>
      </w:r>
      <w:r w:rsidRPr="000C6534">
        <w:rPr>
          <w:bCs/>
          <w:lang w:val="ro-RO"/>
        </w:rPr>
        <w:t xml:space="preserve"> </w:t>
      </w:r>
      <w:r w:rsidRPr="000C6534">
        <w:rPr>
          <w:b/>
          <w:u w:val="single"/>
          <w:lang w:val="ro-RO"/>
        </w:rPr>
        <w:t>Situaţia meteorologică în intervalul 08.08.2022, ora 09:00 –09.08.2022, ora 06:00</w:t>
      </w:r>
    </w:p>
    <w:p w14:paraId="77502997" w14:textId="77777777" w:rsidR="000C6534" w:rsidRPr="000C6534" w:rsidRDefault="000C6534" w:rsidP="000C6534">
      <w:pPr>
        <w:spacing w:after="0pt"/>
        <w:ind w:start="0pt"/>
        <w:rPr>
          <w:lang w:val="ro-RO"/>
        </w:rPr>
      </w:pPr>
      <w:r w:rsidRPr="000C6534">
        <w:rPr>
          <w:b/>
          <w:lang w:val="ro-RO"/>
        </w:rPr>
        <w:t>Administraţia Naţională de Meteorologie</w:t>
      </w:r>
      <w:r w:rsidRPr="000C6534">
        <w:rPr>
          <w:lang w:val="ro-RO"/>
        </w:rPr>
        <w:t xml:space="preserve"> (A.N.M.) a emis în data de 08.08.2022, la ora 10</w:t>
      </w:r>
      <w:r w:rsidRPr="000C6534">
        <w:rPr>
          <w:lang w:val="it-IT"/>
        </w:rPr>
        <w:t>:</w:t>
      </w:r>
      <w:r w:rsidRPr="000C6534">
        <w:rPr>
          <w:lang w:val="ro-RO"/>
        </w:rPr>
        <w:t xml:space="preserve">30, </w:t>
      </w:r>
      <w:r w:rsidRPr="000C6534">
        <w:rPr>
          <w:b/>
          <w:lang w:val="ro-RO"/>
        </w:rPr>
        <w:t>Avertizarea Meteorologică nr. 93</w:t>
      </w:r>
      <w:r w:rsidRPr="000C6534">
        <w:rPr>
          <w:lang w:val="ro-RO"/>
        </w:rPr>
        <w:t>, conform căreia:</w:t>
      </w:r>
    </w:p>
    <w:p w14:paraId="59588203" w14:textId="77777777" w:rsidR="000C6534" w:rsidRPr="000C6534" w:rsidRDefault="000C6534" w:rsidP="000C6534">
      <w:pPr>
        <w:spacing w:after="0pt"/>
        <w:ind w:start="0pt"/>
        <w:rPr>
          <w:b/>
          <w:lang w:val="ro-RO"/>
        </w:rPr>
      </w:pPr>
      <w:r w:rsidRPr="000C6534">
        <w:rPr>
          <w:b/>
          <w:lang w:val="ro-RO"/>
        </w:rPr>
        <w:t>MESAJ 1</w:t>
      </w:r>
    </w:p>
    <w:p w14:paraId="3380862E" w14:textId="77777777" w:rsidR="000C6534" w:rsidRPr="000C6534" w:rsidRDefault="000C6534" w:rsidP="000C6534">
      <w:pPr>
        <w:spacing w:after="0pt"/>
        <w:ind w:start="0pt"/>
        <w:rPr>
          <w:i/>
          <w:lang w:val="ro-RO"/>
        </w:rPr>
      </w:pPr>
      <w:r w:rsidRPr="000C6534">
        <w:rPr>
          <w:b/>
          <w:lang w:val="ro-RO"/>
        </w:rPr>
        <w:lastRenderedPageBreak/>
        <w:t>- COD GALBEN:</w:t>
      </w:r>
      <w:r w:rsidRPr="000C6534">
        <w:rPr>
          <w:lang w:val="ro-RO"/>
        </w:rPr>
        <w:t xml:space="preserve"> ,,</w:t>
      </w:r>
      <w:r w:rsidRPr="000C6534">
        <w:rPr>
          <w:i/>
          <w:lang w:val="ro-RO"/>
        </w:rPr>
        <w:t>Valul de căldură va persista în regiunile sudice și sud-estice, unde disconfortul termic va fi ridicat, iar indicele temperatură-umezeală (ITU) va depăși pragul critic de 80 de unități. Temperaturile maxime se vor situa în general între 33 și 37 de grade, iar cele minime nu vor coborî sub 18...21 de grade.”</w:t>
      </w:r>
    </w:p>
    <w:p w14:paraId="64A86B6D" w14:textId="77777777" w:rsidR="000C6534" w:rsidRPr="000C6534" w:rsidRDefault="000C6534" w:rsidP="000C6534">
      <w:pPr>
        <w:spacing w:after="0pt"/>
        <w:ind w:start="0pt"/>
        <w:rPr>
          <w:b/>
          <w:lang w:val="ro-RO"/>
        </w:rPr>
      </w:pPr>
      <w:r w:rsidRPr="000C6534">
        <w:rPr>
          <w:b/>
          <w:lang w:val="ro-RO"/>
        </w:rPr>
        <w:t>MESAJ 2</w:t>
      </w:r>
    </w:p>
    <w:p w14:paraId="2C2E10D6" w14:textId="77777777" w:rsidR="000C6534" w:rsidRPr="000C6534" w:rsidRDefault="000C6534" w:rsidP="000C6534">
      <w:pPr>
        <w:spacing w:after="0pt"/>
        <w:ind w:start="0pt"/>
        <w:rPr>
          <w:i/>
          <w:lang w:val="ro-RO"/>
        </w:rPr>
      </w:pPr>
      <w:r w:rsidRPr="000C6534">
        <w:rPr>
          <w:b/>
          <w:lang w:val="ro-RO"/>
        </w:rPr>
        <w:t>- COD GALBEN:</w:t>
      </w:r>
      <w:r w:rsidRPr="000C6534">
        <w:rPr>
          <w:lang w:val="ro-RO"/>
        </w:rPr>
        <w:t xml:space="preserve"> ,,</w:t>
      </w:r>
      <w:r w:rsidRPr="000C6534">
        <w:rPr>
          <w:i/>
          <w:lang w:val="ro-RO"/>
        </w:rPr>
        <w:t>La munte, în Transilvania, Banat, Crișana, Maramureș, nordul Olteniei și nord-vestul Munteniei, mai ales după-amiaza și seara, vor fi perioade cu instabilitate atmosferică accentuată. Aceasta se va manifesta prin averse torențiale, descărcări electrice, intensificări ale vântului și pe alocuri vijelii și grindină. În intervale scurte de timp sau prin acumulare cantitățile de apă vor depăși 25...35 l/mp și izolat 40...60 l/mp. Notă: în majoritatea regiunilor, până la sfârșitul săptămânii, vor fi perioade cu instabilitate atmosferică accentuată.”</w:t>
      </w:r>
    </w:p>
    <w:p w14:paraId="7E48AC38" w14:textId="77777777" w:rsidR="000C6534" w:rsidRPr="000C6534" w:rsidRDefault="000C6534" w:rsidP="000C6534">
      <w:pPr>
        <w:spacing w:after="0pt"/>
        <w:ind w:start="0pt"/>
        <w:rPr>
          <w:i/>
          <w:lang w:val="ro-RO"/>
        </w:rPr>
      </w:pPr>
      <w:r w:rsidRPr="000C6534">
        <w:rPr>
          <w:b/>
          <w:lang w:val="ro-RO"/>
        </w:rPr>
        <w:t xml:space="preserve">- COD PORTOCALIU: </w:t>
      </w:r>
      <w:r w:rsidRPr="000C6534">
        <w:rPr>
          <w:lang w:val="ro-RO"/>
        </w:rPr>
        <w:t>,,</w:t>
      </w:r>
      <w:r w:rsidRPr="000C6534">
        <w:rPr>
          <w:i/>
          <w:lang w:val="ro-RO"/>
        </w:rPr>
        <w:t>În zonele montane și submontane vor fi perioade cu averse torențiale, iar în intervale scurte de timp, dar mai ales prin acumulare se vor înregistra cantități de apă de 40...60 l/mp și pe arii restrânse de peste 70...80 l/mp. Acestea vor fi asociate și cu descărcări electrice, intensificări ale vântului și izolat grindină.”</w:t>
      </w:r>
    </w:p>
    <w:p w14:paraId="4503CF50" w14:textId="77777777" w:rsidR="000C6534" w:rsidRPr="000C6534" w:rsidRDefault="000C6534" w:rsidP="000C6534">
      <w:pPr>
        <w:spacing w:after="0pt"/>
        <w:ind w:start="0pt"/>
        <w:rPr>
          <w:lang w:val="ro-RO"/>
        </w:rPr>
      </w:pPr>
      <w:r w:rsidRPr="000C6534">
        <w:rPr>
          <w:lang w:val="ro-RO"/>
        </w:rPr>
        <w:t xml:space="preserve">Această </w:t>
      </w:r>
      <w:r w:rsidRPr="000C6534">
        <w:rPr>
          <w:b/>
          <w:lang w:val="ro-RO"/>
        </w:rPr>
        <w:t xml:space="preserve">Avertizare Meteorologică </w:t>
      </w:r>
      <w:r w:rsidRPr="000C6534">
        <w:rPr>
          <w:lang w:val="ro-RO"/>
        </w:rPr>
        <w:t>a fost transmisă de către Centrul Operativ pentru Situaţii de Urgenţă al Ministerului Mediului, 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astfel:</w:t>
      </w:r>
    </w:p>
    <w:p w14:paraId="3E350A5A" w14:textId="77777777" w:rsidR="000C6534" w:rsidRPr="000C6534" w:rsidRDefault="000C6534" w:rsidP="000C6534">
      <w:pPr>
        <w:spacing w:after="0pt"/>
        <w:ind w:start="0pt"/>
        <w:rPr>
          <w:i/>
          <w:lang w:val="ro-RO"/>
        </w:rPr>
      </w:pPr>
      <w:r w:rsidRPr="000C6534">
        <w:rPr>
          <w:lang w:val="ro-RO"/>
        </w:rPr>
        <w:t>- către prefecturile județelor:</w:t>
      </w:r>
      <w:r w:rsidRPr="000C6534">
        <w:rPr>
          <w:i/>
          <w:lang w:val="ro-RO"/>
        </w:rPr>
        <w:t xml:space="preserve"> ARGEŞ, BRĂILA, BUZĂU, CĂLARAŞI, CONSTANŢA, DÂMBOVIŢA, DOLJ, GALAŢI, GIURGIU, GORJ, IALOMIŢA, ILFOV, MEHEDINŢI, OLT, PRAHOVA, TELEORMAN, TULCEA, VÂLCEA, VRANCEA şi Municipiul BUCUREŞTI (20 prefecturi) – COD GALBEN (MESAJ 1);</w:t>
      </w:r>
    </w:p>
    <w:p w14:paraId="13DAF3D1" w14:textId="77777777" w:rsidR="000C6534" w:rsidRPr="000C6534" w:rsidRDefault="000C6534" w:rsidP="000C6534">
      <w:pPr>
        <w:spacing w:after="0pt"/>
        <w:ind w:start="0pt"/>
        <w:rPr>
          <w:i/>
          <w:lang w:val="ro-RO"/>
        </w:rPr>
      </w:pPr>
      <w:r w:rsidRPr="000C6534">
        <w:rPr>
          <w:lang w:val="ro-RO"/>
        </w:rPr>
        <w:t>- către prefecturile județelor:</w:t>
      </w:r>
      <w:r w:rsidRPr="000C6534">
        <w:rPr>
          <w:i/>
          <w:lang w:val="ro-RO"/>
        </w:rPr>
        <w:t xml:space="preserve"> ALBA, ARAD, ARGEŞ, BACĂU, BIHOR, BISTRIŢA-NĂSĂUD, BRAŞOV, BUZĂU, CARAŞ-SEVERIN, CLUJ, COVASNA, DÂMBOVIŢA, GORJ, HARGHITA, HUNEDOARA, MARAMUREŞ, MEHEDINŢI, MUREŞ, NEAMŢ, PRAHOVA, SĂLAJ, SATU MARE, SIBIU, SUCEAVA, TIMIŞ, VÂLCEA, VRANCEA (27 prefecturi) – COD GALBEN (MESAJ 2);</w:t>
      </w:r>
    </w:p>
    <w:p w14:paraId="51C85997" w14:textId="77777777" w:rsidR="000C6534" w:rsidRPr="000C6534" w:rsidRDefault="000C6534" w:rsidP="000C6534">
      <w:pPr>
        <w:spacing w:after="0pt"/>
        <w:ind w:start="0pt"/>
        <w:rPr>
          <w:i/>
          <w:lang w:val="ro-RO"/>
        </w:rPr>
      </w:pPr>
      <w:r w:rsidRPr="000C6534">
        <w:rPr>
          <w:lang w:val="ro-RO"/>
        </w:rPr>
        <w:t>- către prefecturile județelor:</w:t>
      </w:r>
      <w:r w:rsidRPr="000C6534">
        <w:rPr>
          <w:i/>
          <w:lang w:val="ro-RO"/>
        </w:rPr>
        <w:t xml:space="preserve"> ALBA, ARAD, ARGEŞ, BIHOR, BISTRIŢA-NĂSĂUD, BRAŞOV, CARAŞ-SEVERIN, CLUJ, COVASNA, GORJ, HARGHITA, HUNEDOARA, MARAMUREŞ, MEHEDINŢI, MUREŞ, SIBIU, TIMIŞ şi VÂLCEA (18 prefecturi) – COD PORTOCALIU (MESAJ 2).</w:t>
      </w:r>
    </w:p>
    <w:p w14:paraId="0E21C655" w14:textId="77777777" w:rsidR="000C6534" w:rsidRPr="000C6534" w:rsidRDefault="000C6534" w:rsidP="000C6534">
      <w:pPr>
        <w:spacing w:after="0pt"/>
        <w:ind w:start="0pt"/>
        <w:rPr>
          <w:b/>
          <w:bCs/>
          <w:u w:val="single"/>
          <w:lang w:val="ro-RO"/>
        </w:rPr>
      </w:pPr>
    </w:p>
    <w:p w14:paraId="40C26180" w14:textId="77777777" w:rsidR="000C6534" w:rsidRPr="000C6534" w:rsidRDefault="000C6534" w:rsidP="000C6534">
      <w:pPr>
        <w:spacing w:after="0pt"/>
        <w:ind w:start="0pt"/>
        <w:rPr>
          <w:bCs/>
          <w:lang w:val="ro-RO"/>
        </w:rPr>
      </w:pPr>
      <w:r w:rsidRPr="000C6534">
        <w:rPr>
          <w:b/>
          <w:bCs/>
          <w:u w:val="single"/>
          <w:lang w:val="ro-RO"/>
        </w:rPr>
        <w:t>ÎN ŢARĂ</w:t>
      </w:r>
    </w:p>
    <w:p w14:paraId="7C23554C" w14:textId="77777777" w:rsidR="000C6534" w:rsidRPr="000C6534" w:rsidRDefault="000C6534" w:rsidP="000C6534">
      <w:pPr>
        <w:spacing w:after="0pt"/>
        <w:ind w:start="0pt"/>
        <w:rPr>
          <w:bCs/>
          <w:lang w:val="ro-RO"/>
        </w:rPr>
      </w:pPr>
      <w:r w:rsidRPr="000C6534">
        <w:rPr>
          <w:bCs/>
          <w:lang w:val="ro-RO"/>
        </w:rPr>
        <w:t xml:space="preserve">Vremea s-a menținut călduroasă în cea mai mare parte a țării, local caniculară în sud și sud-est. Disconfortul termic a fost ridicat, iar indicele temperatură-umezeală (ITU) a atins sau a depăşit pragul critic de 80 de unități pe arii extinse în zonele mai joase din Oltenia și Muntenia, local în Dobrogea și pe alocuri în Banat, Crișana, Maramureș și sudul Moldovei. Gradul de instabilitate atmosferică a fost accentuat în vestul, centrul și nord-vestul teritoriului precum și la munte, unde, cu precădere după-amiaza și seara, au fost înnorări accentuate, averse ce au avut și caracter torențial și descărcări electrice. Cantitățile de apă au depășit pe arii restrânse 40...60 l/mp, iar în județele Arad, Maramureș și Cluj au fost confirmate căderi de grindină. În restul teritoriului cerul a fost variabil, iar fenomene specifice instabilității atmosferice s-au semnalat doar pe alocuri. Vântul a prezentat intensificări de scurtă durată în timpul ploilor, care pe raza județelor Arad, Galați, </w:t>
      </w:r>
      <w:r w:rsidRPr="000C6534">
        <w:rPr>
          <w:bCs/>
          <w:lang w:val="ro-RO"/>
        </w:rPr>
        <w:lastRenderedPageBreak/>
        <w:t>Maramureș și Harghita au luat aspect de vijelie, dar local și temporar și în Dobrogea. Spre dimineață, în depresiunile din estul Transilvaniei, pe suprafețe mici s-a format ceață. Temperaturile maxime s-au încadrat între 24 de grade la Darabani și 37 de grade la Hârşova, iar la ora 06 se înregistrau 12 grade la Miercurea Ciuc și 26 de grade la Sulina.</w:t>
      </w:r>
    </w:p>
    <w:p w14:paraId="728C30BA" w14:textId="77777777" w:rsidR="000C6534" w:rsidRPr="000C6534" w:rsidRDefault="000C6534" w:rsidP="000C6534">
      <w:pPr>
        <w:spacing w:after="0pt"/>
        <w:ind w:start="0pt"/>
        <w:rPr>
          <w:bCs/>
          <w:i/>
          <w:lang w:val="ro-RO"/>
        </w:rPr>
      </w:pPr>
      <w:r w:rsidRPr="000C6534">
        <w:rPr>
          <w:b/>
          <w:bCs/>
          <w:i/>
          <w:lang w:val="ro-RO"/>
        </w:rPr>
        <w:t>Observații:</w:t>
      </w:r>
      <w:r w:rsidRPr="000C6534">
        <w:rPr>
          <w:bCs/>
          <w:i/>
          <w:lang w:val="ro-RO"/>
        </w:rPr>
        <w:t xml:space="preserve"> de ieri dimineață de la ora 06 au fost în vigoare 24 de mesaje pentru fenomene meteorologice periculoase imediate, după cum urmează:</w:t>
      </w:r>
    </w:p>
    <w:p w14:paraId="073653F9" w14:textId="77777777" w:rsidR="000C6534" w:rsidRPr="000C6534" w:rsidRDefault="000C6534" w:rsidP="000C6534">
      <w:pPr>
        <w:spacing w:after="0pt"/>
        <w:ind w:start="0pt"/>
        <w:rPr>
          <w:bCs/>
          <w:i/>
          <w:lang w:val="it-IT"/>
        </w:rPr>
      </w:pPr>
      <w:r w:rsidRPr="000C6534">
        <w:rPr>
          <w:bCs/>
          <w:i/>
          <w:lang w:val="ro-RO"/>
        </w:rPr>
        <w:t>- 1 avertizare cod roșu emisă de către SRPV Cluj</w:t>
      </w:r>
      <w:r w:rsidRPr="000C6534">
        <w:rPr>
          <w:bCs/>
          <w:i/>
          <w:lang w:val="it-IT"/>
        </w:rPr>
        <w:t>;</w:t>
      </w:r>
    </w:p>
    <w:p w14:paraId="4A40296F" w14:textId="77777777" w:rsidR="000C6534" w:rsidRPr="000C6534" w:rsidRDefault="000C6534" w:rsidP="000C6534">
      <w:pPr>
        <w:spacing w:after="0pt"/>
        <w:ind w:start="0pt"/>
        <w:rPr>
          <w:bCs/>
          <w:i/>
          <w:lang w:val="ro-RO"/>
        </w:rPr>
      </w:pPr>
      <w:r w:rsidRPr="000C6534">
        <w:rPr>
          <w:bCs/>
          <w:i/>
          <w:lang w:val="ro-RO"/>
        </w:rPr>
        <w:t>- 20 avertizări cod portocaliu: 8 emise de către SRPV Sibiu, 7 de către SRPV Timișoara, 3 de către SRPV Cluj și câte 1 emisă de către CNPM pentru SRPV Cluj, respectiv SRPV Timișoara;</w:t>
      </w:r>
    </w:p>
    <w:p w14:paraId="1A826716" w14:textId="77777777" w:rsidR="000C6534" w:rsidRPr="000C6534" w:rsidRDefault="000C6534" w:rsidP="000C6534">
      <w:pPr>
        <w:spacing w:after="0pt"/>
        <w:ind w:start="0pt"/>
        <w:rPr>
          <w:bCs/>
          <w:i/>
          <w:lang w:val="ro-RO"/>
        </w:rPr>
      </w:pPr>
      <w:r w:rsidRPr="000C6534">
        <w:rPr>
          <w:bCs/>
          <w:i/>
          <w:lang w:val="ro-RO"/>
        </w:rPr>
        <w:t>- 3 atenționări cod galben: 2 emise de către SRPV Bacău și 1 de către CNPM pentru Muntenia.</w:t>
      </w:r>
    </w:p>
    <w:p w14:paraId="17B96FB7" w14:textId="77777777" w:rsidR="000C6534" w:rsidRPr="000C6534" w:rsidRDefault="000C6534" w:rsidP="000C6534">
      <w:pPr>
        <w:spacing w:after="0pt"/>
        <w:ind w:start="0pt"/>
        <w:rPr>
          <w:bCs/>
          <w:lang w:val="ro-RO"/>
        </w:rPr>
      </w:pPr>
    </w:p>
    <w:p w14:paraId="3FFF8637" w14:textId="77777777" w:rsidR="000C6534" w:rsidRPr="000C6534" w:rsidRDefault="000C6534" w:rsidP="000C6534">
      <w:pPr>
        <w:spacing w:after="0pt"/>
        <w:ind w:start="0pt"/>
        <w:rPr>
          <w:b/>
          <w:bCs/>
          <w:u w:val="single"/>
          <w:lang w:val="ro-RO"/>
        </w:rPr>
      </w:pPr>
      <w:r w:rsidRPr="000C6534">
        <w:rPr>
          <w:b/>
          <w:bCs/>
          <w:u w:val="single"/>
          <w:lang w:val="ro-RO"/>
        </w:rPr>
        <w:t>LA BUCUREŞTI</w:t>
      </w:r>
    </w:p>
    <w:p w14:paraId="48CCB170" w14:textId="77777777" w:rsidR="000C6534" w:rsidRPr="000C6534" w:rsidRDefault="000C6534" w:rsidP="000C6534">
      <w:pPr>
        <w:spacing w:after="0pt"/>
        <w:ind w:start="0pt"/>
        <w:rPr>
          <w:lang w:val="ro-RO"/>
        </w:rPr>
      </w:pPr>
      <w:r w:rsidRPr="000C6534">
        <w:rPr>
          <w:lang w:val="ro-RO"/>
        </w:rPr>
        <w:t>Vremea a fost în continuare caniculară, cu disconfort termic ridicat și indice temperatură-umezeală (ITU) ce a depășit pragul critic de 80 de unități. Cerul a fost variabil, iar vântul a suflat slab și moderat. Temperatura maximă a fost de 34 de grade la Afumați și 35 de grade în Băneasa și Filaret, iar la ora 06 se înregistrau 22 de grade la Afumați și Băneasa și 23 de grade la Filaret.</w:t>
      </w:r>
    </w:p>
    <w:p w14:paraId="6FBFFE23" w14:textId="77777777" w:rsidR="000C6534" w:rsidRPr="000C6534" w:rsidRDefault="000C6534" w:rsidP="000C6534">
      <w:pPr>
        <w:spacing w:after="0pt"/>
        <w:ind w:start="0pt"/>
        <w:rPr>
          <w:lang w:val="ro-RO"/>
        </w:rPr>
      </w:pPr>
    </w:p>
    <w:p w14:paraId="3385667F" w14:textId="77777777" w:rsidR="000C6534" w:rsidRPr="000C6534" w:rsidRDefault="000C6534" w:rsidP="000C6534">
      <w:pPr>
        <w:spacing w:after="0pt"/>
        <w:ind w:start="0pt"/>
        <w:rPr>
          <w:lang w:val="ro-RO"/>
        </w:rPr>
      </w:pPr>
    </w:p>
    <w:p w14:paraId="1FB9F1A0" w14:textId="77777777" w:rsidR="000C6534" w:rsidRPr="000C6534" w:rsidRDefault="000C6534" w:rsidP="000C6534">
      <w:pPr>
        <w:spacing w:after="0pt"/>
        <w:ind w:start="0pt"/>
        <w:rPr>
          <w:b/>
          <w:u w:val="single"/>
          <w:lang w:val="ro-RO"/>
        </w:rPr>
      </w:pPr>
      <w:r w:rsidRPr="000C6534">
        <w:rPr>
          <w:b/>
          <w:lang w:val="ro-RO"/>
        </w:rPr>
        <w:t xml:space="preserve">3. </w:t>
      </w:r>
      <w:r w:rsidRPr="000C6534">
        <w:rPr>
          <w:b/>
          <w:u w:val="single"/>
          <w:lang w:val="ro-RO"/>
        </w:rPr>
        <w:t>Prognoza meteorologică în intervalul 09.08.2022, ora 09:00 –10.08.2022, ora 09:00</w:t>
      </w:r>
    </w:p>
    <w:p w14:paraId="3B7758A6" w14:textId="77777777" w:rsidR="000C6534" w:rsidRPr="000C6534" w:rsidRDefault="000C6534" w:rsidP="000C6534">
      <w:pPr>
        <w:spacing w:after="0pt"/>
        <w:ind w:start="0pt"/>
        <w:rPr>
          <w:b/>
          <w:bCs/>
          <w:u w:val="single"/>
          <w:lang w:val="ro-RO"/>
        </w:rPr>
      </w:pPr>
      <w:r w:rsidRPr="000C6534">
        <w:rPr>
          <w:b/>
          <w:bCs/>
          <w:u w:val="single"/>
          <w:lang w:val="ro-RO"/>
        </w:rPr>
        <w:t>ÎN ŢARĂ</w:t>
      </w:r>
    </w:p>
    <w:p w14:paraId="6C90A3C1" w14:textId="77777777" w:rsidR="000C6534" w:rsidRPr="000C6534" w:rsidRDefault="000C6534" w:rsidP="000C6534">
      <w:pPr>
        <w:spacing w:after="0pt"/>
        <w:ind w:start="0pt"/>
        <w:rPr>
          <w:lang w:val="ro-RO"/>
        </w:rPr>
      </w:pPr>
      <w:r w:rsidRPr="000C6534">
        <w:rPr>
          <w:u w:val="single"/>
          <w:lang w:val="ro-RO"/>
        </w:rPr>
        <w:t>Vremea va fi în general instabilă în vestul, centrul și nordul țării, unde vor fi perioade, mai ales după-amiaza și seara, cu averse torențiale, descărcări electrice, intensificări de scurtă durată ale vântului și pe alocuri vijelii și grindină. În intervale scurte de timp sau prin acumulare cantitățile de apă vor depăși 25...35 l/mp și pe arii restrânse, cu precădere în zonele montane și submontane, 40...60 l/mp. În sud și sud-est local va mai fi caniculă și disconfort termic, iar indicele temperatură-umezeală (ITU) va depăși pragul critic de 80 de unități</w:t>
      </w:r>
      <w:r w:rsidRPr="000C6534">
        <w:rPr>
          <w:lang w:val="ro-RO"/>
        </w:rPr>
        <w:t>; cerul va fi variabil și doar pe suprafețe mici se vor semnala fenomene specifice instabilității atmosferice. Vântul va sufla slab și moderat, cu intensificări în estul Munteniei, Dobrogea și sudul Moldovei. Temperaturile maxime se vor încadra, în general, între 25 și 37 de grade, iar cele minime între 13 şi 23 de grade.</w:t>
      </w:r>
    </w:p>
    <w:p w14:paraId="03E71FF3" w14:textId="77777777" w:rsidR="000C6534" w:rsidRPr="000C6534" w:rsidRDefault="000C6534" w:rsidP="000C6534">
      <w:pPr>
        <w:spacing w:after="0pt"/>
        <w:ind w:start="0pt"/>
        <w:rPr>
          <w:lang w:val="ro-RO"/>
        </w:rPr>
      </w:pPr>
    </w:p>
    <w:p w14:paraId="54C15211" w14:textId="77777777" w:rsidR="000C6534" w:rsidRPr="000C6534" w:rsidRDefault="000C6534" w:rsidP="000C6534">
      <w:pPr>
        <w:spacing w:after="0pt"/>
        <w:ind w:start="0pt"/>
        <w:rPr>
          <w:b/>
          <w:bCs/>
          <w:u w:val="single"/>
          <w:lang w:val="ro-RO"/>
        </w:rPr>
      </w:pPr>
      <w:r w:rsidRPr="000C6534">
        <w:rPr>
          <w:b/>
          <w:bCs/>
          <w:u w:val="single"/>
          <w:lang w:val="ro-RO"/>
        </w:rPr>
        <w:t>LA BUCUREŞTI</w:t>
      </w:r>
    </w:p>
    <w:p w14:paraId="17763723" w14:textId="77777777" w:rsidR="000C6534" w:rsidRPr="000C6534" w:rsidRDefault="000C6534" w:rsidP="000C6534">
      <w:pPr>
        <w:spacing w:after="0pt"/>
        <w:ind w:start="0pt"/>
        <w:rPr>
          <w:bCs/>
          <w:lang w:val="ro-RO"/>
        </w:rPr>
      </w:pPr>
      <w:r w:rsidRPr="000C6534">
        <w:rPr>
          <w:bCs/>
          <w:u w:val="single"/>
          <w:lang w:val="ro-RO"/>
        </w:rPr>
        <w:t>Valul de căldură va persista și va fi caniculă, cu disconfort termic ridicat, iar indicele temperatură-umezeală (ITU) va depăși pragul critic de 80 de unități</w:t>
      </w:r>
      <w:r w:rsidRPr="000C6534">
        <w:rPr>
          <w:bCs/>
          <w:lang w:val="ro-RO"/>
        </w:rPr>
        <w:t>. Cerul va fi variabil, iar vântul va sufla slab și moderat. Temperatura maximă va fi în jur de 36 de grade, iar cea minimă de 18...20 de grade.</w:t>
      </w:r>
    </w:p>
    <w:p w14:paraId="2D2DEED7" w14:textId="77777777" w:rsidR="000C6534" w:rsidRPr="000C6534" w:rsidRDefault="000C6534" w:rsidP="000C6534">
      <w:pPr>
        <w:spacing w:after="0pt"/>
        <w:ind w:start="0pt"/>
        <w:rPr>
          <w:bCs/>
          <w:lang w:val="ro-RO"/>
        </w:rPr>
      </w:pPr>
    </w:p>
    <w:p w14:paraId="56307FA0" w14:textId="77777777" w:rsidR="000C6534" w:rsidRPr="000C6534" w:rsidRDefault="000C6534" w:rsidP="000C6534">
      <w:pPr>
        <w:spacing w:after="0pt"/>
        <w:ind w:start="0pt"/>
        <w:rPr>
          <w:bCs/>
          <w:lang w:val="ro-RO"/>
        </w:rPr>
      </w:pPr>
    </w:p>
    <w:p w14:paraId="1D9D0EF2" w14:textId="77777777" w:rsidR="000C6534" w:rsidRPr="000C6534" w:rsidRDefault="000C6534" w:rsidP="000C6534">
      <w:pPr>
        <w:numPr>
          <w:ilvl w:val="0"/>
          <w:numId w:val="1"/>
        </w:numPr>
        <w:spacing w:after="0pt"/>
        <w:rPr>
          <w:b/>
          <w:bCs/>
          <w:i/>
          <w:u w:val="single"/>
          <w:lang w:val="ro-RO"/>
        </w:rPr>
      </w:pPr>
      <w:r w:rsidRPr="000C6534">
        <w:rPr>
          <w:b/>
          <w:bCs/>
          <w:i/>
          <w:u w:val="single"/>
          <w:lang w:val="ro-RO"/>
        </w:rPr>
        <w:t>CALITATEA APELOR</w:t>
      </w:r>
    </w:p>
    <w:p w14:paraId="2D530A05" w14:textId="77777777" w:rsidR="000C6534" w:rsidRPr="000C6534" w:rsidRDefault="000C6534" w:rsidP="000C6534">
      <w:pPr>
        <w:spacing w:after="0pt"/>
        <w:ind w:start="0pt"/>
        <w:rPr>
          <w:b/>
          <w:lang w:val="ro-RO"/>
        </w:rPr>
      </w:pPr>
      <w:r w:rsidRPr="000C6534">
        <w:rPr>
          <w:b/>
          <w:lang w:val="ro-RO"/>
        </w:rPr>
        <w:t>1.</w:t>
      </w:r>
      <w:r w:rsidRPr="000C6534">
        <w:rPr>
          <w:b/>
          <w:lang w:val="ro-RO"/>
        </w:rPr>
        <w:tab/>
        <w:t>Pe fluviul Dunărea</w:t>
      </w:r>
    </w:p>
    <w:p w14:paraId="65B42CD1" w14:textId="77777777" w:rsidR="000C6534" w:rsidRPr="000C6534" w:rsidRDefault="000C6534" w:rsidP="000C6534">
      <w:pPr>
        <w:spacing w:after="0pt"/>
        <w:ind w:start="0pt"/>
        <w:rPr>
          <w:lang w:val="ro-RO"/>
        </w:rPr>
      </w:pPr>
      <w:r w:rsidRPr="000C6534">
        <w:rPr>
          <w:lang w:val="ro-RO"/>
        </w:rPr>
        <w:t>Nu au fost semnalate evenimente deosebite.</w:t>
      </w:r>
    </w:p>
    <w:p w14:paraId="4C28474F" w14:textId="77777777" w:rsidR="000C6534" w:rsidRPr="000C6534" w:rsidRDefault="000C6534" w:rsidP="000C6534">
      <w:pPr>
        <w:spacing w:after="0pt"/>
        <w:ind w:start="0pt"/>
        <w:rPr>
          <w:lang w:val="ro-RO"/>
        </w:rPr>
      </w:pPr>
    </w:p>
    <w:p w14:paraId="4044856E" w14:textId="77777777" w:rsidR="000C6534" w:rsidRPr="000C6534" w:rsidRDefault="000C6534" w:rsidP="000C6534">
      <w:pPr>
        <w:spacing w:after="0pt"/>
        <w:ind w:start="0pt"/>
        <w:rPr>
          <w:b/>
          <w:lang w:val="ro-RO"/>
        </w:rPr>
      </w:pPr>
      <w:r w:rsidRPr="000C6534">
        <w:rPr>
          <w:b/>
          <w:lang w:val="ro-RO"/>
        </w:rPr>
        <w:t>2.</w:t>
      </w:r>
      <w:r w:rsidRPr="000C6534">
        <w:rPr>
          <w:b/>
          <w:lang w:val="ro-RO"/>
        </w:rPr>
        <w:tab/>
        <w:t>Pe râurile interioare</w:t>
      </w:r>
    </w:p>
    <w:p w14:paraId="1FBF9DBC" w14:textId="77777777" w:rsidR="000C6534" w:rsidRPr="000C6534" w:rsidRDefault="000C6534" w:rsidP="000C6534">
      <w:pPr>
        <w:spacing w:after="0pt"/>
        <w:ind w:start="0pt"/>
        <w:rPr>
          <w:lang w:val="ro-RO"/>
        </w:rPr>
      </w:pPr>
      <w:r w:rsidRPr="000C6534">
        <w:rPr>
          <w:b/>
          <w:i/>
          <w:lang w:val="ro-RO"/>
        </w:rPr>
        <w:t xml:space="preserve">Garda Naţională de Mediu - Comisariatul Judeţean </w:t>
      </w:r>
      <w:r w:rsidRPr="000C6534">
        <w:rPr>
          <w:b/>
          <w:bCs/>
          <w:i/>
          <w:lang w:val="ro-RO"/>
        </w:rPr>
        <w:t>Hunedoara</w:t>
      </w:r>
      <w:r w:rsidRPr="000C6534">
        <w:rPr>
          <w:lang w:val="ro-RO"/>
        </w:rPr>
        <w:t xml:space="preserve"> revine cu informaţii referitoare la fenomenul de mortalitate piscicolă de pe râul Jiul de Vest, care a fost semnalat în data de 06.08.2022, la ora 13:10, în zona localității Vulcan - aval SE Paroșeni, județul Hunedoara. </w:t>
      </w:r>
      <w:r w:rsidRPr="000C6534">
        <w:rPr>
          <w:lang w:val="ro-RO"/>
        </w:rPr>
        <w:lastRenderedPageBreak/>
        <w:t>Reprezentanţii G.N.M.-C.J. Hunedoara s-au deplasat la faţa locului, unde au constatat următoarele aspecte:</w:t>
      </w:r>
    </w:p>
    <w:p w14:paraId="151307CC" w14:textId="77777777" w:rsidR="000C6534" w:rsidRPr="000C6534" w:rsidRDefault="000C6534" w:rsidP="000C6534">
      <w:pPr>
        <w:spacing w:after="0pt"/>
        <w:ind w:start="0pt"/>
        <w:rPr>
          <w:lang w:val="ro-RO"/>
        </w:rPr>
      </w:pPr>
      <w:r w:rsidRPr="000C6534">
        <w:rPr>
          <w:lang w:val="ro-RO"/>
        </w:rPr>
        <w:t>- pe cursul Jiului de Vest în aval pod SE Paroşeni s-a identificat răzleţ mortalitate piscicolă în cantitate estimată de cca. 3 kg;</w:t>
      </w:r>
    </w:p>
    <w:p w14:paraId="161ED010" w14:textId="77777777" w:rsidR="000C6534" w:rsidRPr="000C6534" w:rsidRDefault="000C6534" w:rsidP="000C6534">
      <w:pPr>
        <w:spacing w:after="0pt"/>
        <w:ind w:start="0pt"/>
        <w:rPr>
          <w:lang w:val="ro-RO"/>
        </w:rPr>
      </w:pPr>
      <w:r w:rsidRPr="000C6534">
        <w:rPr>
          <w:lang w:val="ro-RO"/>
        </w:rPr>
        <w:t>- la data controlului nu s-a putut determina cauza mortalităţii piscicole şi nu s-au observat turbulenţe sau irizaţii ce pot conduce la suspiciunea de deversări accidentale în râul Jiul de Vest;</w:t>
      </w:r>
    </w:p>
    <w:p w14:paraId="3720BD12" w14:textId="77777777" w:rsidR="000C6534" w:rsidRPr="000C6534" w:rsidRDefault="000C6534" w:rsidP="000C6534">
      <w:pPr>
        <w:spacing w:after="0pt"/>
        <w:ind w:start="0pt"/>
        <w:rPr>
          <w:lang w:val="ro-RO"/>
        </w:rPr>
      </w:pPr>
      <w:r w:rsidRPr="000C6534">
        <w:rPr>
          <w:lang w:val="ro-RO"/>
        </w:rPr>
        <w:t>- s-au recoltat probe de apă de către reprezentanţii A.B.A. Jiu;</w:t>
      </w:r>
    </w:p>
    <w:p w14:paraId="7E022B69" w14:textId="77777777" w:rsidR="000C6534" w:rsidRPr="000C6534" w:rsidRDefault="000C6534" w:rsidP="000C6534">
      <w:pPr>
        <w:spacing w:after="0pt"/>
        <w:ind w:start="0pt"/>
        <w:rPr>
          <w:lang w:val="ro-RO"/>
        </w:rPr>
      </w:pPr>
      <w:r w:rsidRPr="000C6534">
        <w:rPr>
          <w:lang w:val="ro-RO"/>
        </w:rPr>
        <w:t>- fenomenul era în descreştere fără a exista posibilitatea de extindere.</w:t>
      </w:r>
    </w:p>
    <w:p w14:paraId="34484D1D" w14:textId="77777777" w:rsidR="000C6534" w:rsidRPr="000C6534" w:rsidRDefault="000C6534" w:rsidP="000C6534">
      <w:pPr>
        <w:spacing w:after="0pt"/>
        <w:ind w:start="0pt"/>
        <w:rPr>
          <w:lang w:val="ro-RO"/>
        </w:rPr>
      </w:pPr>
      <w:r w:rsidRPr="000C6534">
        <w:rPr>
          <w:lang w:val="ro-RO"/>
        </w:rPr>
        <w:t>Se va reveni cu informații suplimentare.</w:t>
      </w:r>
    </w:p>
    <w:p w14:paraId="54C30FA6" w14:textId="77777777" w:rsidR="000C6534" w:rsidRPr="000C6534" w:rsidRDefault="000C6534" w:rsidP="000C6534">
      <w:pPr>
        <w:spacing w:after="0pt"/>
        <w:ind w:start="0pt"/>
        <w:rPr>
          <w:b/>
          <w:lang w:val="ro-RO"/>
        </w:rPr>
      </w:pPr>
    </w:p>
    <w:p w14:paraId="5A3C4365" w14:textId="77777777" w:rsidR="000C6534" w:rsidRPr="000C6534" w:rsidRDefault="000C6534" w:rsidP="000C6534">
      <w:pPr>
        <w:spacing w:after="0pt"/>
        <w:ind w:start="0pt"/>
        <w:rPr>
          <w:b/>
          <w:lang w:val="ro-RO"/>
        </w:rPr>
      </w:pPr>
      <w:r w:rsidRPr="000C6534">
        <w:rPr>
          <w:b/>
          <w:lang w:val="ro-RO"/>
        </w:rPr>
        <w:t>3.</w:t>
      </w:r>
      <w:r w:rsidRPr="000C6534">
        <w:rPr>
          <w:b/>
          <w:lang w:val="ro-RO"/>
        </w:rPr>
        <w:tab/>
        <w:t>Pe Marea Neagră</w:t>
      </w:r>
    </w:p>
    <w:p w14:paraId="54F26FB4" w14:textId="77777777" w:rsidR="000C6534" w:rsidRPr="000C6534" w:rsidRDefault="000C6534" w:rsidP="000C6534">
      <w:pPr>
        <w:spacing w:after="0pt"/>
        <w:ind w:start="0pt"/>
        <w:rPr>
          <w:lang w:val="ro-RO"/>
        </w:rPr>
      </w:pPr>
      <w:r w:rsidRPr="000C6534">
        <w:rPr>
          <w:lang w:val="ro-RO"/>
        </w:rPr>
        <w:t>Nu au fost semnalate evenimente deosebite.</w:t>
      </w:r>
    </w:p>
    <w:p w14:paraId="73B42973" w14:textId="77777777" w:rsidR="000C6534" w:rsidRPr="000C6534" w:rsidRDefault="000C6534" w:rsidP="000C6534">
      <w:pPr>
        <w:spacing w:after="0pt"/>
        <w:ind w:start="0pt"/>
        <w:rPr>
          <w:lang w:val="ro-RO"/>
        </w:rPr>
      </w:pPr>
    </w:p>
    <w:p w14:paraId="61A7118B" w14:textId="77777777" w:rsidR="000C6534" w:rsidRPr="000C6534" w:rsidRDefault="000C6534" w:rsidP="000C6534">
      <w:pPr>
        <w:spacing w:after="0pt"/>
        <w:ind w:start="0pt"/>
        <w:rPr>
          <w:lang w:val="ro-RO"/>
        </w:rPr>
      </w:pPr>
    </w:p>
    <w:p w14:paraId="6158E992" w14:textId="77777777" w:rsidR="000C6534" w:rsidRPr="000C6534" w:rsidRDefault="000C6534" w:rsidP="000C6534">
      <w:pPr>
        <w:numPr>
          <w:ilvl w:val="0"/>
          <w:numId w:val="3"/>
        </w:numPr>
        <w:spacing w:after="0pt"/>
        <w:rPr>
          <w:b/>
          <w:bCs/>
          <w:i/>
          <w:u w:val="single"/>
          <w:lang w:val="ro-RO"/>
        </w:rPr>
      </w:pPr>
      <w:r w:rsidRPr="000C6534">
        <w:rPr>
          <w:b/>
          <w:bCs/>
          <w:i/>
          <w:u w:val="single"/>
          <w:lang w:val="ro-RO"/>
        </w:rPr>
        <w:t>ALIMENTĂRI CU APĂ</w:t>
      </w:r>
    </w:p>
    <w:p w14:paraId="2B056B58" w14:textId="77777777" w:rsidR="000C6534" w:rsidRPr="000C6534" w:rsidRDefault="000C6534" w:rsidP="000C6534">
      <w:pPr>
        <w:spacing w:after="0pt"/>
        <w:ind w:start="0pt"/>
        <w:rPr>
          <w:b/>
          <w:bCs/>
          <w:i/>
          <w:lang w:val="ro-RO"/>
        </w:rPr>
      </w:pPr>
      <w:r w:rsidRPr="000C6534">
        <w:rPr>
          <w:b/>
          <w:bCs/>
          <w:i/>
          <w:lang w:val="ro-RO"/>
        </w:rPr>
        <w:t>Administraţia Bazinală de Apă Dobrogea-Litoral</w:t>
      </w:r>
    </w:p>
    <w:p w14:paraId="09F3D8A0" w14:textId="77777777" w:rsidR="000C6534" w:rsidRPr="000C6534" w:rsidRDefault="000C6534" w:rsidP="000C6534">
      <w:pPr>
        <w:spacing w:after="0pt"/>
        <w:ind w:start="0pt"/>
        <w:rPr>
          <w:bCs/>
          <w:lang w:val="ro-RO"/>
        </w:rPr>
      </w:pPr>
      <w:r w:rsidRPr="000C6534">
        <w:rPr>
          <w:bCs/>
          <w:lang w:val="ro-RO"/>
        </w:rPr>
        <w:t>Se aplică prevederile din „Planul de restricții și folosire a apei în perioade deficitare” astfel:</w:t>
      </w:r>
    </w:p>
    <w:p w14:paraId="6ACA3ACE" w14:textId="77777777" w:rsidR="000C6534" w:rsidRPr="000C6534" w:rsidRDefault="000C6534" w:rsidP="000C6534">
      <w:pPr>
        <w:spacing w:after="0pt"/>
        <w:ind w:start="0pt"/>
        <w:rPr>
          <w:bCs/>
          <w:lang w:val="ro-RO"/>
        </w:rPr>
      </w:pPr>
      <w:r w:rsidRPr="000C6534">
        <w:rPr>
          <w:bCs/>
          <w:lang w:val="ro-RO"/>
        </w:rPr>
        <w:t>- treapta I-a pentru S.N. NUCLEARELECTRICA S.A. (jud. Constanța).</w:t>
      </w:r>
    </w:p>
    <w:p w14:paraId="6B3ED204" w14:textId="77777777" w:rsidR="000C6534" w:rsidRPr="000C6534" w:rsidRDefault="000C6534" w:rsidP="000C6534">
      <w:pPr>
        <w:spacing w:after="0pt"/>
        <w:ind w:start="0pt"/>
        <w:rPr>
          <w:bCs/>
          <w:lang w:val="ro-RO"/>
        </w:rPr>
      </w:pPr>
      <w:r w:rsidRPr="000C6534">
        <w:rPr>
          <w:bCs/>
          <w:lang w:val="ro-RO"/>
        </w:rPr>
        <w:t>- treapta I și a II-a pentru: Sarme si Cabluri SA, ANIF SH Harsova, ANIF - Am. Topalu, ANIF - SH Seimeni, CN ACN SA Agigea, RAJA SA Constanta, ANIF - SH Cochirleni – Rasova, Danubiu Elite, Aquarome Elite, OUAI Ostrov-Babusa, OUAI Ostrov-Regie (jud Constanța); A.N.I.F. Tulcea - Am. 23 August – Isaccea, SC Aquaserv SA - PL Grindu, SC CDL PRODCOM Isaccea - Am. Piatra Cãlcatã, SC Aquaserv SA - PL Isaccea, ANIF Tulcea Sist. Isaccea, Primaria Pardina, SC Anglo Rom (irigatii Stipoc Chilia Veche), SC Delta Rom Agriculture SRL (irigatii Tatanir Chilia Veche), SC Aquaprest Chilia Veche, SC Gip Est, SC Eldorado SRL Galati - Am.Chilia I, SC Piscicola Sofia &amp; Gabriel EU - A.P. Popina, SC Gelmin, S.C.Alum SATulcea, S.C. Aquaserv SA Tulcea, SC Aquaserv SA - P.L. Partizani, SC PROMEX SRL, SC CONSTANT PROD SRL, SC PISCICOLA TULCEA SRL, SC Euro Delta Danube - A.P. Maliuc, SC PROIECT CONSTRUCT SRL, SC Aquaserv SA - P.L. Maliuc, SC Aquaserv SA - P.L. Gorgova, SC Aquaserv SA Crisan - P.L. Mila 23, SC Obretin, SC Aquaserv SA - P.L. Crisan, SC Fish Tour Delta SRL - A.P. Obretin II, SC Mariocons Hunting (A.P. Ceamurlia 1), SC KIARA LACI SRL, SC Pedromar SRL - A.P. Ceamurlia I, C.C. GREEN ORGANIZATION SRL, SC NEW ECO STUF SRL, SC New Eco Stuf SRL - A.P. Ceamurlia I, S.C. Aquaserv SA Tulcea-P.L.Sulina, A.N.I.F.  Am.Tulcea-Nufãrul, SC Aquaserv SA-P.L. Mahmudia, SC AGRO EXPERIMENTARI SRL - P.L. Uzlina, SC PASIROM INTERACTIV SRL - A.P. Murighiol 1, SC AGRO EXIM GRUP SRL, SC MITI GEO SRL, SC AGRO EXPERIMENTARI SRL - P.L. Dunavat, SC Agri Delta Serv SRL - A.P. Dunavat II, SC Advadelt Turism SRL-A.P.Dunavat I, SC ALBATROS IMPEX SRL, SC Holbina 3 Bibani, SC Delta Pike &amp; Carp SRL, AG MOORKENS PATRIMONIUM SRL, SC Uzina de Apa Sf. Gheorghe (jud Tulcea);</w:t>
      </w:r>
    </w:p>
    <w:p w14:paraId="640BD3EB" w14:textId="77777777" w:rsidR="000C6534" w:rsidRPr="000C6534" w:rsidRDefault="000C6534" w:rsidP="000C6534">
      <w:pPr>
        <w:spacing w:after="0pt"/>
        <w:ind w:start="0pt"/>
        <w:rPr>
          <w:bCs/>
          <w:lang w:val="ro-RO"/>
        </w:rPr>
      </w:pPr>
      <w:r w:rsidRPr="000C6534">
        <w:rPr>
          <w:bCs/>
          <w:lang w:val="ro-RO"/>
        </w:rPr>
        <w:t xml:space="preserve">- treapta a III-a pentru: Sarme si Cabluri SA, ANIF SH Harsova, ANIF - Am. Topalu, ANIF - SH Seimeni, CN ACN SA Agigea, RAJA SA Constanta, ANIF - SH Cochirleni – Rasova, Danubiu Elite, Aquarome Elite, OUAI Ostrov-Babusa, OUAI Ostrov-Regie (jud Constanța); S.A.A.C. Daeni, SC TUMULT GRUP SRL, SC BALTA STAR SRL, A.N.I.F. Tulcea - Am. Ostrov, A.N.I.F. Tulcea - Am.Dăeni Ostrov Peceneaga, SC FRAHER DISTRIBUTION SRL, CORCEA LOREDANA I.I., SC RAI VERDE SRL, S.C. Piscicola Macin (Am. Turcoaia), A.N.I.F. Tulcea - Am. Peceneaga -Turcoaia – Macin, A.N.I.F. Tulcea - Am. 23 August – Măcin, Comuna Smardan, A.N.I.F. Tulcea - Am. 23 August – Isaccea, SC Aquaserv SA - PL Grindu, SC </w:t>
      </w:r>
      <w:r w:rsidRPr="000C6534">
        <w:rPr>
          <w:bCs/>
          <w:lang w:val="ro-RO"/>
        </w:rPr>
        <w:lastRenderedPageBreak/>
        <w:t>CDL PRODCOM Isaccea - Am. Piatra Cãlcatã, SC Aquaserv SA - PL Isaccea, ANIF Tulcea Sist. Isaccea (jud Tulcea).</w:t>
      </w:r>
    </w:p>
    <w:p w14:paraId="34CDD0F0" w14:textId="77777777" w:rsidR="000C6534" w:rsidRPr="000C6534" w:rsidRDefault="000C6534" w:rsidP="000C6534">
      <w:pPr>
        <w:spacing w:after="0pt"/>
        <w:ind w:start="0pt"/>
        <w:rPr>
          <w:bCs/>
          <w:lang w:val="ro-RO"/>
        </w:rPr>
      </w:pPr>
    </w:p>
    <w:p w14:paraId="56D5569C" w14:textId="77777777" w:rsidR="000C6534" w:rsidRPr="000C6534" w:rsidRDefault="000C6534" w:rsidP="000C6534">
      <w:pPr>
        <w:spacing w:after="0pt"/>
        <w:ind w:start="0pt"/>
        <w:rPr>
          <w:b/>
          <w:bCs/>
          <w:i/>
          <w:lang w:val="ro-RO"/>
        </w:rPr>
      </w:pPr>
      <w:r w:rsidRPr="000C6534">
        <w:rPr>
          <w:b/>
          <w:bCs/>
          <w:i/>
          <w:lang w:val="ro-RO"/>
        </w:rPr>
        <w:t>Administraţia Bazinală de Apă Ialomiţa-Buzău</w:t>
      </w:r>
    </w:p>
    <w:p w14:paraId="51688D31" w14:textId="77777777" w:rsidR="000C6534" w:rsidRPr="000C6534" w:rsidRDefault="000C6534" w:rsidP="000C6534">
      <w:pPr>
        <w:spacing w:after="0pt"/>
        <w:ind w:start="0pt"/>
        <w:rPr>
          <w:bCs/>
          <w:lang w:val="ro-RO"/>
        </w:rPr>
      </w:pPr>
      <w:r w:rsidRPr="000C6534">
        <w:rPr>
          <w:bCs/>
          <w:lang w:val="ro-RO"/>
        </w:rPr>
        <w:t>Se menţine treapta III de restricţii pentru folosinţele de apă aferente sector 4 secţiunea Brăila (instituită în 02.08.2022), sector 6.1 - secţiunea Feteşti (instituită în data de 01.08.2022) şi sector 6 - secţiunea Călăraşi (instituită în data de 28.07.2022). De asemenea, rămâne în vigoare faza de atenţionare/avertizare pentru sectorul Vadu Oii (P.H. Gropeni – sector 5.1).</w:t>
      </w:r>
    </w:p>
    <w:p w14:paraId="32FD6792" w14:textId="77777777" w:rsidR="000C6534" w:rsidRPr="000C6534" w:rsidRDefault="000C6534" w:rsidP="000C6534">
      <w:pPr>
        <w:spacing w:after="0pt"/>
        <w:ind w:start="0pt"/>
        <w:rPr>
          <w:bCs/>
          <w:lang w:val="ro-RO"/>
        </w:rPr>
      </w:pPr>
    </w:p>
    <w:p w14:paraId="3E7B0C8E" w14:textId="77777777" w:rsidR="000C6534" w:rsidRPr="000C6534" w:rsidRDefault="000C6534" w:rsidP="000C6534">
      <w:pPr>
        <w:spacing w:after="0pt"/>
        <w:ind w:start="0pt"/>
        <w:rPr>
          <w:b/>
          <w:bCs/>
          <w:i/>
          <w:lang w:val="ro-RO"/>
        </w:rPr>
      </w:pPr>
      <w:r w:rsidRPr="000C6534">
        <w:rPr>
          <w:b/>
          <w:bCs/>
          <w:i/>
          <w:lang w:val="ro-RO"/>
        </w:rPr>
        <w:t xml:space="preserve">Administraţia Bazinală de Apă Siret </w:t>
      </w:r>
    </w:p>
    <w:p w14:paraId="119D6620" w14:textId="77777777" w:rsidR="000C6534" w:rsidRPr="000C6534" w:rsidRDefault="000C6534" w:rsidP="000C6534">
      <w:pPr>
        <w:spacing w:after="0pt"/>
        <w:ind w:start="0pt"/>
        <w:rPr>
          <w:bCs/>
          <w:lang w:val="ro-RO"/>
        </w:rPr>
      </w:pPr>
      <w:r w:rsidRPr="000C6534">
        <w:rPr>
          <w:bCs/>
          <w:lang w:val="ro-RO"/>
        </w:rPr>
        <w:t>Se aplică prevederile din „Planul de restricții și folosire a apei în perioade deficitare”, treapta a II-a pentru: UAT Calafindeşti (pr. Horait jud. Suceava) şi treapta a III-a pentru SPAAC Pătrăuţi (pr. Ciricau-jud. Suceava).</w:t>
      </w:r>
    </w:p>
    <w:p w14:paraId="5E63987D" w14:textId="77777777" w:rsidR="000C6534" w:rsidRPr="000C6534" w:rsidRDefault="000C6534" w:rsidP="000C6534">
      <w:pPr>
        <w:spacing w:after="0pt"/>
        <w:ind w:start="0pt"/>
        <w:rPr>
          <w:bCs/>
          <w:lang w:val="ro-RO"/>
        </w:rPr>
      </w:pPr>
      <w:r w:rsidRPr="000C6534">
        <w:rPr>
          <w:bCs/>
          <w:lang w:val="ro-RO"/>
        </w:rPr>
        <w:t>La nivelul localităţilor din b.h. Siret, au fost luate măsuri de restricţionare a consumului de apă, ca urmare a debitului insuficient la sursa (subterană) în 32 UAT-uri cu sistem centralizat de alimentare cu apă.</w:t>
      </w:r>
    </w:p>
    <w:p w14:paraId="2DDDDC76" w14:textId="77777777" w:rsidR="000C6534" w:rsidRPr="000C6534" w:rsidRDefault="000C6534" w:rsidP="000C6534">
      <w:pPr>
        <w:spacing w:after="0pt"/>
        <w:ind w:start="0pt"/>
        <w:rPr>
          <w:bCs/>
          <w:lang w:val="ro-RO"/>
        </w:rPr>
      </w:pPr>
    </w:p>
    <w:p w14:paraId="335F67AB" w14:textId="77777777" w:rsidR="000C6534" w:rsidRPr="000C6534" w:rsidRDefault="000C6534" w:rsidP="000C6534">
      <w:pPr>
        <w:spacing w:after="0pt"/>
        <w:ind w:start="0pt"/>
        <w:rPr>
          <w:b/>
          <w:bCs/>
          <w:i/>
          <w:lang w:val="ro-RO"/>
        </w:rPr>
      </w:pPr>
      <w:r w:rsidRPr="000C6534">
        <w:rPr>
          <w:b/>
          <w:bCs/>
          <w:i/>
          <w:lang w:val="ro-RO"/>
        </w:rPr>
        <w:t xml:space="preserve">Administraţia Bazinală de Apă Crișuri </w:t>
      </w:r>
    </w:p>
    <w:p w14:paraId="6E18EBED" w14:textId="77777777" w:rsidR="000C6534" w:rsidRPr="000C6534" w:rsidRDefault="000C6534" w:rsidP="000C6534">
      <w:pPr>
        <w:spacing w:after="0pt"/>
        <w:ind w:start="0pt"/>
        <w:rPr>
          <w:bCs/>
          <w:lang w:val="ro-RO"/>
        </w:rPr>
      </w:pPr>
      <w:r w:rsidRPr="000C6534">
        <w:rPr>
          <w:bCs/>
          <w:lang w:val="ro-RO"/>
        </w:rPr>
        <w:t>Se aplică prevederile din „Planul de restricții și folosire a apei în perioade deficitare”, treapta I pe râul Barcău, pentru: SC OMV Petrom SA; Drimbău Florin Ionuț Întreprindere Individuală; S.C. Ateban S.R.L, P.F Hălmăjan Adrian; Regia Națională a Pădurilor Romsilva R.A – Sucursala Direcția Silvică Sălaj; PF Chiș Florin (jud. Bihor).</w:t>
      </w:r>
    </w:p>
    <w:p w14:paraId="4D1FD703" w14:textId="77777777" w:rsidR="000C6534" w:rsidRPr="000C6534" w:rsidRDefault="000C6534" w:rsidP="000C6534">
      <w:pPr>
        <w:spacing w:after="0pt"/>
        <w:ind w:start="0pt"/>
        <w:rPr>
          <w:bCs/>
          <w:lang w:val="ro-RO"/>
        </w:rPr>
      </w:pPr>
    </w:p>
    <w:p w14:paraId="598867ED" w14:textId="77777777" w:rsidR="000C6534" w:rsidRPr="000C6534" w:rsidRDefault="000C6534" w:rsidP="000C6534">
      <w:pPr>
        <w:spacing w:after="0pt"/>
        <w:ind w:start="0pt"/>
        <w:rPr>
          <w:b/>
          <w:bCs/>
          <w:i/>
          <w:lang w:val="ro-RO"/>
        </w:rPr>
      </w:pPr>
      <w:r w:rsidRPr="000C6534">
        <w:rPr>
          <w:b/>
          <w:bCs/>
          <w:i/>
          <w:lang w:val="ro-RO"/>
        </w:rPr>
        <w:t xml:space="preserve">Administraţia Bazinală de Apă Olt </w:t>
      </w:r>
    </w:p>
    <w:p w14:paraId="6107E722" w14:textId="77777777" w:rsidR="000C6534" w:rsidRPr="000C6534" w:rsidRDefault="000C6534" w:rsidP="000C6534">
      <w:pPr>
        <w:spacing w:after="0pt"/>
        <w:ind w:start="0pt"/>
        <w:rPr>
          <w:bCs/>
          <w:lang w:val="ro-RO"/>
        </w:rPr>
      </w:pPr>
      <w:r w:rsidRPr="000C6534">
        <w:rPr>
          <w:bCs/>
          <w:lang w:val="ro-RO"/>
        </w:rPr>
        <w:t>Se aplică prevederile din „Planul de restricții și folosire a apei în perioade deficitare”, treapta a II-a pentru: S.C. Agropisc S.R.L. Sânpaul- Amenajare piscicolă în loc. Sânpaul, com. Mărtiniș, jud. Harghita și treapta I-a pentru: S.C. Compania Apă S.A. Braşov - Sector Rupea - Restricție de apă pentru comunele Racoș (satele Racoş şi Mateiaş); com. Hoghiz (satele Bogata și Dopca) în loc Dopca, jud. Brașov.</w:t>
      </w:r>
    </w:p>
    <w:p w14:paraId="073ADCBF" w14:textId="77777777" w:rsidR="000C6534" w:rsidRPr="000C6534" w:rsidRDefault="000C6534" w:rsidP="000C6534">
      <w:pPr>
        <w:spacing w:after="0pt"/>
        <w:ind w:start="0pt"/>
        <w:rPr>
          <w:bCs/>
          <w:lang w:val="ro-RO"/>
        </w:rPr>
      </w:pPr>
    </w:p>
    <w:p w14:paraId="7833333F" w14:textId="77777777" w:rsidR="000C6534" w:rsidRPr="000C6534" w:rsidRDefault="000C6534" w:rsidP="000C6534">
      <w:pPr>
        <w:spacing w:after="0pt"/>
        <w:ind w:start="0pt"/>
        <w:rPr>
          <w:b/>
          <w:bCs/>
          <w:i/>
          <w:lang w:val="ro-RO"/>
        </w:rPr>
      </w:pPr>
      <w:r w:rsidRPr="000C6534">
        <w:rPr>
          <w:b/>
          <w:bCs/>
          <w:i/>
          <w:lang w:val="ro-RO"/>
        </w:rPr>
        <w:t xml:space="preserve">Administraţia Bazinală de Apă Prut Bârlad </w:t>
      </w:r>
    </w:p>
    <w:p w14:paraId="5F41EA00" w14:textId="77777777" w:rsidR="000C6534" w:rsidRPr="000C6534" w:rsidRDefault="000C6534" w:rsidP="000C6534">
      <w:pPr>
        <w:spacing w:after="0pt"/>
        <w:ind w:start="0pt"/>
        <w:rPr>
          <w:bCs/>
          <w:u w:val="single"/>
          <w:lang w:val="ro-RO"/>
        </w:rPr>
      </w:pPr>
      <w:r w:rsidRPr="000C6534">
        <w:rPr>
          <w:bCs/>
          <w:u w:val="single"/>
          <w:lang w:val="ro-RO"/>
        </w:rPr>
        <w:t>Judeţul Botoşani</w:t>
      </w:r>
    </w:p>
    <w:p w14:paraId="7EBAF469" w14:textId="77777777" w:rsidR="000C6534" w:rsidRPr="000C6534" w:rsidRDefault="000C6534" w:rsidP="000C6534">
      <w:pPr>
        <w:spacing w:after="0pt"/>
        <w:ind w:start="0pt"/>
        <w:rPr>
          <w:bCs/>
          <w:lang w:val="ro-RO"/>
        </w:rPr>
      </w:pPr>
      <w:r w:rsidRPr="000C6534">
        <w:rPr>
          <w:bCs/>
          <w:lang w:val="ro-RO"/>
        </w:rPr>
        <w:t>Se menţine situaţia de restricţii în alimentarea cu apă pentru piscicultură la folosinţa: S.C. Pirania S.R.L. Botosani - pepiniera piscicolă Hăvârna, prin reducerea debitelor la sursa r. Baseu - ac. Cal Alb corespunzător treptei a III-a de restricţii. Se menţine Planul de restricţii în alimentarea cu apă - treapta a III-a, pentru A.N.I.F. Filiala Teritorială Moldova Nord-U.A Botoşani-Sistemul de irigaţii Movileni-Hăvârna, sursa ac. Cal Alb - r. Baseu.</w:t>
      </w:r>
    </w:p>
    <w:p w14:paraId="653F6E5B" w14:textId="77777777" w:rsidR="000C6534" w:rsidRPr="000C6534" w:rsidRDefault="000C6534" w:rsidP="000C6534">
      <w:pPr>
        <w:spacing w:after="0pt"/>
        <w:ind w:start="0pt"/>
        <w:rPr>
          <w:bCs/>
          <w:u w:val="single"/>
          <w:lang w:val="ro-RO"/>
        </w:rPr>
      </w:pPr>
      <w:r w:rsidRPr="000C6534">
        <w:rPr>
          <w:bCs/>
          <w:u w:val="single"/>
          <w:lang w:val="ro-RO"/>
        </w:rPr>
        <w:t>Judeţul Iaşi</w:t>
      </w:r>
    </w:p>
    <w:p w14:paraId="4D798FF8" w14:textId="77777777" w:rsidR="000C6534" w:rsidRPr="000C6534" w:rsidRDefault="000C6534" w:rsidP="000C6534">
      <w:pPr>
        <w:spacing w:after="0pt"/>
        <w:ind w:start="0pt"/>
        <w:rPr>
          <w:bCs/>
          <w:lang w:val="ro-RO"/>
        </w:rPr>
      </w:pPr>
      <w:r w:rsidRPr="000C6534">
        <w:rPr>
          <w:bCs/>
          <w:lang w:val="ro-RO"/>
        </w:rPr>
        <w:t>Se menţine situaţia de restricţii în alimentarea cu apă pentru piscicultură la folosinţele: S.C. Noralex S.R.L. Iaşi, S.C. Piscicola S.R.L. Iaşi şi S.C. CC &amp; PES S.R.L. Iaşi prin reducerea temporară a debitelor cu 50% la sursa r. Miletin – ac. Halceni corespunzator volumului aferent treptei a III-a de restricţii; SC ACVACOM SRL Iaşi prin reducerea debitelor la sursa r. Gurguiata – ac.Plopi corespunzător treptei III de aplicare a restricţiilor; SC MIHPES SRL Iaşi prin reducerea debitelor la sursa r. Valea Oii – ac. Sarca corespunzător treptei III de aplicare a restricţiilor.</w:t>
      </w:r>
    </w:p>
    <w:p w14:paraId="4B95010C" w14:textId="77777777" w:rsidR="000C6534" w:rsidRPr="000C6534" w:rsidRDefault="000C6534" w:rsidP="000C6534">
      <w:pPr>
        <w:spacing w:after="0pt"/>
        <w:ind w:start="0pt"/>
        <w:rPr>
          <w:bCs/>
          <w:u w:val="single"/>
          <w:lang w:val="ro-RO"/>
        </w:rPr>
      </w:pPr>
      <w:r w:rsidRPr="000C6534">
        <w:rPr>
          <w:bCs/>
          <w:u w:val="single"/>
          <w:lang w:val="ro-RO"/>
        </w:rPr>
        <w:t>Judeţul Vaslui</w:t>
      </w:r>
    </w:p>
    <w:p w14:paraId="2E560F0A" w14:textId="77777777" w:rsidR="000C6534" w:rsidRPr="000C6534" w:rsidRDefault="000C6534" w:rsidP="000C6534">
      <w:pPr>
        <w:spacing w:after="0pt"/>
        <w:ind w:start="0pt"/>
        <w:rPr>
          <w:bCs/>
          <w:lang w:val="ro-RO"/>
        </w:rPr>
      </w:pPr>
      <w:r w:rsidRPr="000C6534">
        <w:rPr>
          <w:bCs/>
          <w:lang w:val="ro-RO"/>
        </w:rPr>
        <w:lastRenderedPageBreak/>
        <w:t>Se menţin prevederile „Planului de restricţii şi folosire a apei în perioade deficitare”, astfel: treapta III - pentru S.C. AQUAVAS S.A. VASLUI – Sucursala Vaslui din acumularea Solesti și A.N.I.F. Filiala Teritorială de Îmbunătățiri Funciare Vaslui – Amenajare de irigații Mânjești.</w:t>
      </w:r>
    </w:p>
    <w:p w14:paraId="368BB8C4" w14:textId="77777777" w:rsidR="000C6534" w:rsidRPr="000C6534" w:rsidRDefault="000C6534" w:rsidP="000C6534">
      <w:pPr>
        <w:spacing w:after="0pt"/>
        <w:ind w:start="0pt"/>
        <w:rPr>
          <w:bCs/>
          <w:u w:val="single"/>
          <w:lang w:val="ro-RO"/>
        </w:rPr>
      </w:pPr>
      <w:r w:rsidRPr="000C6534">
        <w:rPr>
          <w:bCs/>
          <w:u w:val="single"/>
          <w:lang w:val="ro-RO"/>
        </w:rPr>
        <w:t>Judeţul Galaţi</w:t>
      </w:r>
    </w:p>
    <w:p w14:paraId="293C11A5" w14:textId="77777777" w:rsidR="000C6534" w:rsidRPr="000C6534" w:rsidRDefault="000C6534" w:rsidP="000C6534">
      <w:pPr>
        <w:spacing w:after="0pt"/>
        <w:ind w:start="0pt"/>
        <w:rPr>
          <w:bCs/>
          <w:lang w:val="ro-RO"/>
        </w:rPr>
      </w:pPr>
      <w:r w:rsidRPr="000C6534">
        <w:rPr>
          <w:bCs/>
          <w:lang w:val="ro-RO"/>
        </w:rPr>
        <w:t>Se impune aplicarea Planului de restricţii în alimentarea cu apă - treapta III începând cu data de 03.08.2022 pentru: Liberty Galaţi S.A. - alimentare cu apă pentru industrie; C.J. Galaţi - Serviciul Public Judeţean de Administrare a dom. public şi privat-Balta Zatun; Şantierul Naval DAMEN S.A. Galaţi; A.N.I.F.-Filiala Teritorială de Îmbunătăţiri Funciare - S.P.A. Dunăre.</w:t>
      </w:r>
    </w:p>
    <w:p w14:paraId="007DA3A3" w14:textId="77777777" w:rsidR="000C6534" w:rsidRPr="000C6534" w:rsidRDefault="000C6534" w:rsidP="000C6534">
      <w:pPr>
        <w:spacing w:after="0pt"/>
        <w:ind w:start="0pt"/>
        <w:rPr>
          <w:bCs/>
          <w:lang w:val="ro-RO"/>
        </w:rPr>
      </w:pPr>
    </w:p>
    <w:p w14:paraId="6EFB5CA2" w14:textId="77777777" w:rsidR="000C6534" w:rsidRPr="000C6534" w:rsidRDefault="000C6534" w:rsidP="000C6534">
      <w:pPr>
        <w:spacing w:after="0pt"/>
        <w:ind w:start="0pt"/>
        <w:rPr>
          <w:bCs/>
          <w:lang w:val="ro-RO"/>
        </w:rPr>
      </w:pPr>
    </w:p>
    <w:p w14:paraId="3C1DAA70" w14:textId="77777777" w:rsidR="000C6534" w:rsidRPr="000C6534" w:rsidRDefault="000C6534" w:rsidP="000C6534">
      <w:pPr>
        <w:numPr>
          <w:ilvl w:val="0"/>
          <w:numId w:val="3"/>
        </w:numPr>
        <w:spacing w:after="0pt"/>
        <w:rPr>
          <w:b/>
          <w:bCs/>
          <w:i/>
          <w:u w:val="single"/>
          <w:lang w:val="ro-RO"/>
        </w:rPr>
      </w:pPr>
      <w:r w:rsidRPr="000C6534">
        <w:rPr>
          <w:b/>
          <w:bCs/>
          <w:i/>
          <w:u w:val="single"/>
          <w:lang w:val="ro-RO"/>
        </w:rPr>
        <w:t>CALITATEA MEDIULUI</w:t>
      </w:r>
    </w:p>
    <w:p w14:paraId="59206C2B" w14:textId="77777777" w:rsidR="000C6534" w:rsidRPr="000C6534" w:rsidRDefault="000C6534" w:rsidP="000C6534">
      <w:pPr>
        <w:numPr>
          <w:ilvl w:val="0"/>
          <w:numId w:val="2"/>
        </w:numPr>
        <w:tabs>
          <w:tab w:val="num" w:pos="36pt"/>
        </w:tabs>
        <w:spacing w:after="0pt"/>
        <w:rPr>
          <w:b/>
          <w:lang w:val="ro-RO"/>
        </w:rPr>
      </w:pPr>
      <w:r w:rsidRPr="000C6534">
        <w:rPr>
          <w:b/>
          <w:lang w:val="ro-RO"/>
        </w:rPr>
        <w:t>În domeniul aerului</w:t>
      </w:r>
    </w:p>
    <w:p w14:paraId="4BE29386" w14:textId="77777777" w:rsidR="000C6534" w:rsidRPr="000C6534" w:rsidRDefault="000C6534" w:rsidP="000C6534">
      <w:pPr>
        <w:spacing w:after="0pt"/>
        <w:ind w:start="0pt"/>
        <w:rPr>
          <w:b/>
          <w:lang w:val="ro-RO"/>
        </w:rPr>
      </w:pPr>
      <w:r w:rsidRPr="000C6534">
        <w:rPr>
          <w:b/>
          <w:i/>
          <w:lang w:val="ro-RO"/>
        </w:rPr>
        <w:t>Agenţia Naţională pentru Protecţia Mediului</w:t>
      </w:r>
      <w:r w:rsidRPr="000C6534">
        <w:rPr>
          <w:lang w:val="ro-RO"/>
        </w:rPr>
        <w:t xml:space="preserve"> informează că, din rezultatele analizelor efectuate pentru perioada 05.08.2022-07.08.2022 în cadrul Reţelei Naţionale de Monitorizare, nu s-au constatat depășiri ale pragurilor de alertă pentru NO</w:t>
      </w:r>
      <w:r w:rsidRPr="000C6534">
        <w:rPr>
          <w:vertAlign w:val="subscript"/>
          <w:lang w:val="ro-RO"/>
        </w:rPr>
        <w:t>2</w:t>
      </w:r>
      <w:r w:rsidRPr="000C6534">
        <w:rPr>
          <w:lang w:val="ro-RO"/>
        </w:rPr>
        <w:t xml:space="preserve"> (dioxid de azot), SO</w:t>
      </w:r>
      <w:r w:rsidRPr="000C6534">
        <w:rPr>
          <w:vertAlign w:val="subscript"/>
          <w:lang w:val="ro-RO"/>
        </w:rPr>
        <w:t>2</w:t>
      </w:r>
      <w:r w:rsidRPr="000C6534">
        <w:rPr>
          <w:lang w:val="ro-RO"/>
        </w:rPr>
        <w:t xml:space="preserve"> (dioxid de sulf) și nici ale pragurilor de alertă și informare pentru O</w:t>
      </w:r>
      <w:r w:rsidRPr="000C6534">
        <w:rPr>
          <w:vertAlign w:val="subscript"/>
          <w:lang w:val="ro-RO"/>
        </w:rPr>
        <w:t>3</w:t>
      </w:r>
      <w:r w:rsidRPr="000C6534">
        <w:rPr>
          <w:lang w:val="ro-RO"/>
        </w:rPr>
        <w:t xml:space="preserve"> (ozon).</w:t>
      </w:r>
      <w:r w:rsidRPr="000C6534">
        <w:rPr>
          <w:b/>
          <w:lang w:val="ro-RO"/>
        </w:rPr>
        <w:t xml:space="preserve"> </w:t>
      </w:r>
    </w:p>
    <w:p w14:paraId="4E4256B8" w14:textId="77777777" w:rsidR="000C6534" w:rsidRPr="000C6534" w:rsidRDefault="000C6534" w:rsidP="000C6534">
      <w:pPr>
        <w:spacing w:after="0pt"/>
        <w:ind w:start="0pt"/>
        <w:rPr>
          <w:lang w:val="ro-RO"/>
        </w:rPr>
      </w:pPr>
      <w:r w:rsidRPr="000C6534">
        <w:rPr>
          <w:b/>
          <w:lang w:val="ro-RO"/>
        </w:rPr>
        <w:t>A fost înregistrată depășirea valorii limită zilnice pentru indicatorul particule în suspensie PM</w:t>
      </w:r>
      <w:r w:rsidRPr="000C6534">
        <w:rPr>
          <w:b/>
          <w:vertAlign w:val="subscript"/>
          <w:lang w:val="ro-RO"/>
        </w:rPr>
        <w:t>10</w:t>
      </w:r>
      <w:r w:rsidRPr="000C6534">
        <w:rPr>
          <w:b/>
          <w:lang w:val="ro-RO"/>
        </w:rPr>
        <w:t xml:space="preserve"> (pulberi în suspensie cu diametrul sub 10 microni) la stația: TM-5 (în data de 06.08.2022)</w:t>
      </w:r>
      <w:r w:rsidRPr="000C6534">
        <w:rPr>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14:paraId="62059EEB" w14:textId="77777777" w:rsidR="000C6534" w:rsidRPr="000C6534" w:rsidRDefault="000C6534" w:rsidP="000C6534">
      <w:pPr>
        <w:spacing w:after="0pt"/>
        <w:ind w:start="0pt"/>
        <w:rPr>
          <w:lang w:val="ro-RO"/>
        </w:rPr>
      </w:pPr>
    </w:p>
    <w:p w14:paraId="0CAE818E" w14:textId="77777777" w:rsidR="000C6534" w:rsidRPr="000C6534" w:rsidRDefault="000C6534" w:rsidP="000C6534">
      <w:pPr>
        <w:numPr>
          <w:ilvl w:val="0"/>
          <w:numId w:val="2"/>
        </w:numPr>
        <w:tabs>
          <w:tab w:val="num" w:pos="35.45pt"/>
        </w:tabs>
        <w:spacing w:after="0pt"/>
        <w:rPr>
          <w:b/>
          <w:lang w:val="ro-RO"/>
        </w:rPr>
      </w:pPr>
      <w:r w:rsidRPr="000C6534">
        <w:rPr>
          <w:b/>
          <w:lang w:val="ro-RO"/>
        </w:rPr>
        <w:t>În domeniul solului şi vegetaţiei</w:t>
      </w:r>
    </w:p>
    <w:p w14:paraId="1DACD272" w14:textId="77777777" w:rsidR="000C6534" w:rsidRPr="000C6534" w:rsidRDefault="000C6534" w:rsidP="000C6534">
      <w:pPr>
        <w:spacing w:after="0pt"/>
        <w:ind w:start="0pt"/>
        <w:rPr>
          <w:b/>
          <w:bCs/>
          <w:i/>
          <w:lang w:val="ro-RO"/>
        </w:rPr>
      </w:pPr>
      <w:r w:rsidRPr="000C6534">
        <w:rPr>
          <w:b/>
          <w:i/>
          <w:lang w:val="ro-RO"/>
        </w:rPr>
        <w:t>Administrația Rezervației Biosferei Delta Dunării</w:t>
      </w:r>
      <w:r w:rsidRPr="000C6534">
        <w:rPr>
          <w:lang w:val="ro-RO"/>
        </w:rPr>
        <w:t xml:space="preserve"> informează despre izbucnirea, în data de 08.08.2022, în jurul orei 14:00, unui incendiul de stuf, papură și rogoz, în zona cuprinsă între Amenajarea Agricolă Murighiol şi lacul Uzlineţ, județul Tulcea. Nu sunt obiective în zonă. Se va reveni cu informații după stingerea incendiului.</w:t>
      </w:r>
    </w:p>
    <w:p w14:paraId="0A121930" w14:textId="77777777" w:rsidR="000C6534" w:rsidRPr="000C6534" w:rsidRDefault="000C6534" w:rsidP="000C6534">
      <w:pPr>
        <w:spacing w:after="0pt"/>
        <w:ind w:start="0pt"/>
        <w:rPr>
          <w:bCs/>
          <w:lang w:val="ro-RO"/>
        </w:rPr>
      </w:pPr>
      <w:r w:rsidRPr="000C6534">
        <w:rPr>
          <w:b/>
          <w:bCs/>
          <w:i/>
          <w:lang w:val="ro-RO"/>
        </w:rPr>
        <w:t>Garda Forestieră Râmnicu Vâlcea</w:t>
      </w:r>
      <w:r w:rsidRPr="000C6534">
        <w:rPr>
          <w:bCs/>
          <w:lang w:val="ro-RO"/>
        </w:rPr>
        <w:t xml:space="preserve"> informează despre producerea, în data de 07.08.2022, ora 18:00, unui incendiu care a afectat 2 ha litieră pe raza O.S. Corabia, localitatea Islaz, judeţul Teleorman. Incendiul a fost stins în aceeași zi, la ora 23</w:t>
      </w:r>
      <w:r w:rsidRPr="000C6534">
        <w:rPr>
          <w:bCs/>
          <w:lang w:val="it-IT"/>
        </w:rPr>
        <w:t>:</w:t>
      </w:r>
      <w:r w:rsidRPr="000C6534">
        <w:rPr>
          <w:bCs/>
          <w:lang w:val="ro-RO"/>
        </w:rPr>
        <w:t xml:space="preserve">00, prin intervenția a 4 silvicultori, 8 pompieri şi 4 cetăţeni. </w:t>
      </w:r>
      <w:r w:rsidRPr="000C6534">
        <w:rPr>
          <w:lang w:val="ro-RO"/>
        </w:rPr>
        <w:t xml:space="preserve">Incendiul s-a produs din cauza </w:t>
      </w:r>
      <w:r w:rsidRPr="000C6534">
        <w:rPr>
          <w:bCs/>
          <w:lang w:val="ro-RO"/>
        </w:rPr>
        <w:t>utilizării neglijente a focului deschis de către persoane necunoscute.</w:t>
      </w:r>
    </w:p>
    <w:p w14:paraId="735CFBA2" w14:textId="77777777" w:rsidR="000C6534" w:rsidRPr="000C6534" w:rsidRDefault="000C6534" w:rsidP="000C6534">
      <w:pPr>
        <w:spacing w:after="0pt"/>
        <w:ind w:start="0pt"/>
        <w:rPr>
          <w:bCs/>
          <w:lang w:val="ro-RO"/>
        </w:rPr>
      </w:pPr>
      <w:r w:rsidRPr="000C6534">
        <w:rPr>
          <w:b/>
          <w:bCs/>
          <w:i/>
          <w:lang w:val="ro-RO"/>
        </w:rPr>
        <w:t>Garda Forestieră Braşov</w:t>
      </w:r>
      <w:r w:rsidRPr="000C6534">
        <w:rPr>
          <w:bCs/>
          <w:lang w:val="ro-RO"/>
        </w:rPr>
        <w:t xml:space="preserve"> informează despre producerea, în data de 06.08.2022, ora 18:00, unui incendiu care a afectat 0,02 ha litieră pe raza O.S. Miercurea Sibiu, localitatea Tilişca, judeţul Sibiu. Incendiul a fost stins în data de 07.08.2022, la ora 15</w:t>
      </w:r>
      <w:r w:rsidRPr="000C6534">
        <w:rPr>
          <w:bCs/>
          <w:lang w:val="it-IT"/>
        </w:rPr>
        <w:t>:</w:t>
      </w:r>
      <w:r w:rsidRPr="000C6534">
        <w:rPr>
          <w:bCs/>
          <w:lang w:val="ro-RO"/>
        </w:rPr>
        <w:t>00, prin intervenția a 12 silvicultori, 6 pompieri şi 3 cetăţeni. Nu se cunosc cauzele izbucnirii incendiului.</w:t>
      </w:r>
    </w:p>
    <w:p w14:paraId="512E74B4" w14:textId="77777777" w:rsidR="000C6534" w:rsidRPr="000C6534" w:rsidRDefault="000C6534" w:rsidP="000C6534">
      <w:pPr>
        <w:spacing w:after="0pt"/>
        <w:ind w:start="0pt"/>
        <w:rPr>
          <w:bCs/>
          <w:lang w:val="ro-RO"/>
        </w:rPr>
      </w:pPr>
      <w:r w:rsidRPr="000C6534">
        <w:rPr>
          <w:b/>
          <w:bCs/>
          <w:i/>
          <w:lang w:val="ro-RO"/>
        </w:rPr>
        <w:t>Garda Forestieră Timişoara</w:t>
      </w:r>
      <w:r w:rsidRPr="000C6534">
        <w:rPr>
          <w:bCs/>
          <w:lang w:val="ro-RO"/>
        </w:rPr>
        <w:t xml:space="preserve"> informează despre producerea, în data de 05.08.2022, ora 21:30, unui incendiu care a afectat 1,0 ha litieră pe raza O.S. Grădişte, localitatea Grădiştea de Munte, judeţul Hunedoara. Incendiul a fost stins în data de 06.08.2022, la ora 02</w:t>
      </w:r>
      <w:r w:rsidRPr="000C6534">
        <w:rPr>
          <w:bCs/>
          <w:lang w:val="it-IT"/>
        </w:rPr>
        <w:t>:</w:t>
      </w:r>
      <w:r w:rsidRPr="000C6534">
        <w:rPr>
          <w:bCs/>
          <w:lang w:val="ro-RO"/>
        </w:rPr>
        <w:t xml:space="preserve">00, prin intervenția a 7 silvicultori, 4 pompieri şi 4 cetăţeni. </w:t>
      </w:r>
      <w:r w:rsidRPr="000C6534">
        <w:rPr>
          <w:lang w:val="ro-RO"/>
        </w:rPr>
        <w:t>Incendiul s-a produs din cauza</w:t>
      </w:r>
      <w:r w:rsidRPr="000C6534">
        <w:rPr>
          <w:bCs/>
          <w:lang w:val="ro-RO"/>
        </w:rPr>
        <w:t xml:space="preserve"> focului deschis </w:t>
      </w:r>
      <w:r w:rsidRPr="000C6534">
        <w:rPr>
          <w:lang w:val="ro-RO"/>
        </w:rPr>
        <w:t>lăsat</w:t>
      </w:r>
      <w:r w:rsidRPr="000C6534">
        <w:rPr>
          <w:bCs/>
          <w:lang w:val="ro-RO"/>
        </w:rPr>
        <w:t xml:space="preserve"> nesupravegheat în zona păşunilor din apropierea pădurii.</w:t>
      </w:r>
    </w:p>
    <w:p w14:paraId="7E400B28" w14:textId="77777777" w:rsidR="000C6534" w:rsidRPr="000C6534" w:rsidRDefault="000C6534" w:rsidP="000C6534">
      <w:pPr>
        <w:spacing w:after="0pt"/>
        <w:ind w:start="0pt"/>
        <w:rPr>
          <w:lang w:val="ro-RO"/>
        </w:rPr>
      </w:pPr>
    </w:p>
    <w:p w14:paraId="79F901B4" w14:textId="77777777" w:rsidR="000C6534" w:rsidRPr="000C6534" w:rsidRDefault="000C6534" w:rsidP="000C6534">
      <w:pPr>
        <w:numPr>
          <w:ilvl w:val="0"/>
          <w:numId w:val="2"/>
        </w:numPr>
        <w:tabs>
          <w:tab w:val="num" w:pos="35.45pt"/>
        </w:tabs>
        <w:spacing w:after="0pt"/>
        <w:rPr>
          <w:b/>
          <w:lang w:val="ro-RO"/>
        </w:rPr>
      </w:pPr>
      <w:r w:rsidRPr="000C6534">
        <w:rPr>
          <w:b/>
          <w:lang w:val="ro-RO"/>
        </w:rPr>
        <w:t>În domeniul supravegherii radioactivităţii mediului</w:t>
      </w:r>
    </w:p>
    <w:p w14:paraId="60C3401D" w14:textId="77777777" w:rsidR="000C6534" w:rsidRPr="000C6534" w:rsidRDefault="000C6534" w:rsidP="000C6534">
      <w:pPr>
        <w:spacing w:after="0pt"/>
        <w:ind w:start="0pt"/>
        <w:rPr>
          <w:lang w:val="ro-RO"/>
        </w:rPr>
      </w:pPr>
      <w:r w:rsidRPr="000C6534">
        <w:rPr>
          <w:b/>
          <w:i/>
          <w:lang w:val="ro-RO"/>
        </w:rPr>
        <w:t>Agenţia Naţională pentru Protecţia Mediului</w:t>
      </w:r>
      <w:r w:rsidRPr="000C6534">
        <w:rPr>
          <w:lang w:val="ro-RO"/>
        </w:rPr>
        <w:t xml:space="preserve"> informează că pentru factorii de mediu urmăriţi nu s-au înregistrat depăşiri ale limitelor de avertizare/alarmare în intervalul 05.08.2022-08.08.2022 şi </w:t>
      </w:r>
      <w:r w:rsidRPr="000C6534">
        <w:rPr>
          <w:lang w:val="ro-RO"/>
        </w:rPr>
        <w:lastRenderedPageBreak/>
        <w:t>nu s-au semnalat evenimente deosebite. Parametrii constataţi la staţiile de pe teritoriul României s-au situat în limitele fondului natural</w:t>
      </w:r>
      <w:r w:rsidRPr="000C6534">
        <w:rPr>
          <w:lang w:val="it-IT"/>
        </w:rPr>
        <w:t>.</w:t>
      </w:r>
    </w:p>
    <w:p w14:paraId="3D7F7DC4" w14:textId="77777777" w:rsidR="000C6534" w:rsidRPr="000C6534" w:rsidRDefault="000C6534" w:rsidP="000C6534">
      <w:pPr>
        <w:spacing w:after="0pt"/>
        <w:ind w:start="0pt"/>
        <w:rPr>
          <w:lang w:val="ro-RO"/>
        </w:rPr>
      </w:pPr>
    </w:p>
    <w:p w14:paraId="5F088AE3" w14:textId="77777777" w:rsidR="000C6534" w:rsidRPr="000C6534" w:rsidRDefault="000C6534" w:rsidP="000C6534">
      <w:pPr>
        <w:numPr>
          <w:ilvl w:val="0"/>
          <w:numId w:val="2"/>
        </w:numPr>
        <w:tabs>
          <w:tab w:val="num" w:pos="35.45pt"/>
        </w:tabs>
        <w:spacing w:after="0pt"/>
        <w:rPr>
          <w:b/>
          <w:lang w:val="ro-RO"/>
        </w:rPr>
      </w:pPr>
      <w:r w:rsidRPr="000C6534">
        <w:rPr>
          <w:b/>
          <w:lang w:val="ro-RO"/>
        </w:rPr>
        <w:t>În municipiul Bucureşti</w:t>
      </w:r>
    </w:p>
    <w:p w14:paraId="65C519A1" w14:textId="77777777" w:rsidR="000C6534" w:rsidRPr="000C6534" w:rsidRDefault="000C6534" w:rsidP="000C6534">
      <w:pPr>
        <w:spacing w:after="0pt"/>
        <w:ind w:start="0pt"/>
        <w:rPr>
          <w:lang w:val="ro-RO"/>
        </w:rPr>
      </w:pPr>
      <w:r w:rsidRPr="000C6534">
        <w:rPr>
          <w:lang w:val="ro-RO"/>
        </w:rPr>
        <w:t>Nu au fost semnalate evenimente deosebite.</w:t>
      </w:r>
    </w:p>
    <w:p w14:paraId="5575164B" w14:textId="77777777" w:rsidR="000C6534" w:rsidRPr="000C6534" w:rsidRDefault="000C6534" w:rsidP="000C6534">
      <w:pPr>
        <w:spacing w:after="0pt"/>
        <w:ind w:start="0pt"/>
        <w:rPr>
          <w:lang w:val="ro-RO"/>
        </w:rPr>
      </w:pPr>
    </w:p>
    <w:p w14:paraId="07E52F2A" w14:textId="77777777" w:rsidR="000C6534" w:rsidRPr="000C6534" w:rsidRDefault="000C6534" w:rsidP="000C6534">
      <w:pPr>
        <w:spacing w:after="0pt"/>
        <w:ind w:start="0pt"/>
        <w:rPr>
          <w:lang w:val="ro-RO"/>
        </w:rPr>
      </w:pPr>
    </w:p>
    <w:p w14:paraId="7E4F11A8" w14:textId="77777777" w:rsidR="000C6534" w:rsidRPr="000C6534" w:rsidRDefault="000C6534" w:rsidP="000C6534">
      <w:pPr>
        <w:spacing w:after="0pt"/>
        <w:ind w:start="0pt"/>
        <w:rPr>
          <w:b/>
          <w:bCs/>
          <w:lang w:val="ro-RO"/>
        </w:rPr>
      </w:pPr>
    </w:p>
    <w:p w14:paraId="7B5BA280" w14:textId="77777777" w:rsidR="006E6DDB" w:rsidRDefault="006E6DDB" w:rsidP="006E6DDB">
      <w:pPr>
        <w:spacing w:after="0pt"/>
        <w:ind w:start="0pt"/>
        <w:rPr>
          <w:lang w:val="it-IT"/>
        </w:rPr>
      </w:pPr>
    </w:p>
    <w:p w14:paraId="3E24A134" w14:textId="588181C1" w:rsidR="00B574F2" w:rsidRPr="00717E62" w:rsidRDefault="00B574F2" w:rsidP="000C6534">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6FBA0F6" w14:textId="77777777" w:rsidR="006D2C9A" w:rsidRDefault="006D2C9A" w:rsidP="00CD5B3B">
      <w:r>
        <w:separator/>
      </w:r>
    </w:p>
  </w:endnote>
  <w:endnote w:type="continuationSeparator" w:id="0">
    <w:p w14:paraId="74FACD8F" w14:textId="77777777" w:rsidR="006D2C9A" w:rsidRDefault="006D2C9A"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Open Sans">
    <w:altName w:val="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D6F2AA3" w14:textId="77777777" w:rsidR="006D2C9A" w:rsidRDefault="006D2C9A" w:rsidP="00CD5B3B">
      <w:r>
        <w:separator/>
      </w:r>
    </w:p>
  </w:footnote>
  <w:footnote w:type="continuationSeparator" w:id="0">
    <w:p w14:paraId="43FD94CD" w14:textId="77777777" w:rsidR="006D2C9A" w:rsidRDefault="006D2C9A"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37A33B5"/>
    <w:multiLevelType w:val="hybridMultilevel"/>
    <w:tmpl w:val="3746D182"/>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5"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6"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7"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8"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9"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40"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1"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2"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3"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4"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5"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6"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7"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8"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9"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7"/>
  </w:num>
  <w:num w:numId="2" w16cid:durableId="156726649">
    <w:abstractNumId w:val="47"/>
  </w:num>
  <w:num w:numId="3" w16cid:durableId="1426219875">
    <w:abstractNumId w:val="39"/>
  </w:num>
  <w:num w:numId="4" w16cid:durableId="207911266">
    <w:abstractNumId w:val="11"/>
  </w:num>
  <w:num w:numId="5" w16cid:durableId="2022123336">
    <w:abstractNumId w:val="1"/>
  </w:num>
  <w:num w:numId="6" w16cid:durableId="355808994">
    <w:abstractNumId w:val="27"/>
  </w:num>
  <w:num w:numId="7" w16cid:durableId="1021663673">
    <w:abstractNumId w:val="46"/>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3"/>
  </w:num>
  <w:num w:numId="16" w16cid:durableId="807359440">
    <w:abstractNumId w:val="15"/>
  </w:num>
  <w:num w:numId="17" w16cid:durableId="997809280">
    <w:abstractNumId w:val="36"/>
  </w:num>
  <w:num w:numId="18" w16cid:durableId="1012534563">
    <w:abstractNumId w:val="32"/>
  </w:num>
  <w:num w:numId="19" w16cid:durableId="2041122072">
    <w:abstractNumId w:val="16"/>
  </w:num>
  <w:num w:numId="20" w16cid:durableId="1171606771">
    <w:abstractNumId w:val="3"/>
  </w:num>
  <w:num w:numId="21" w16cid:durableId="1378121575">
    <w:abstractNumId w:val="44"/>
  </w:num>
  <w:num w:numId="22" w16cid:durableId="340671100">
    <w:abstractNumId w:val="40"/>
  </w:num>
  <w:num w:numId="23" w16cid:durableId="86852090">
    <w:abstractNumId w:val="19"/>
  </w:num>
  <w:num w:numId="24" w16cid:durableId="1060787793">
    <w:abstractNumId w:val="13"/>
  </w:num>
  <w:num w:numId="25" w16cid:durableId="1004360866">
    <w:abstractNumId w:val="0"/>
  </w:num>
  <w:num w:numId="26" w16cid:durableId="129566076">
    <w:abstractNumId w:val="48"/>
  </w:num>
  <w:num w:numId="27" w16cid:durableId="760368708">
    <w:abstractNumId w:val="26"/>
  </w:num>
  <w:num w:numId="28" w16cid:durableId="1281183833">
    <w:abstractNumId w:val="41"/>
  </w:num>
  <w:num w:numId="29" w16cid:durableId="1436176011">
    <w:abstractNumId w:val="7"/>
  </w:num>
  <w:num w:numId="30" w16cid:durableId="1238204095">
    <w:abstractNumId w:val="8"/>
  </w:num>
  <w:num w:numId="31" w16cid:durableId="1264680022">
    <w:abstractNumId w:val="21"/>
  </w:num>
  <w:num w:numId="32" w16cid:durableId="1488861377">
    <w:abstractNumId w:val="49"/>
  </w:num>
  <w:num w:numId="33" w16cid:durableId="834876874">
    <w:abstractNumId w:val="5"/>
  </w:num>
  <w:num w:numId="34" w16cid:durableId="1806704219">
    <w:abstractNumId w:val="42"/>
  </w:num>
  <w:num w:numId="35" w16cid:durableId="142359329">
    <w:abstractNumId w:val="22"/>
  </w:num>
  <w:num w:numId="36" w16cid:durableId="1279294805">
    <w:abstractNumId w:val="45"/>
  </w:num>
  <w:num w:numId="37" w16cid:durableId="564145437">
    <w:abstractNumId w:val="35"/>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8"/>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249973263">
    <w:abstractNumId w:val="9"/>
  </w:num>
  <w:num w:numId="50" w16cid:durableId="1548570040">
    <w:abstractNumId w:val="34"/>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7</TotalTime>
  <Pages>8</Pages>
  <Words>3513</Words>
  <Characters>20030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2022-08-09T04:27:00Z</dcterms:created>
  <dcterms:modified xsi:type="dcterms:W3CDTF">2022-08-09T05:09:00Z</dcterms:modified>
</cp:coreProperties>
</file>